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405FFE" w14:textId="77777777" w:rsidR="003F0F20" w:rsidRDefault="003F0F20" w:rsidP="006E5C6C"/>
    <w:p w14:paraId="7EAD1D09" w14:textId="3F39F839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07FD6F4" w14:textId="77777777" w:rsidR="00351964" w:rsidRDefault="00351964" w:rsidP="00B87D91">
      <w:pPr>
        <w:rPr>
          <w:b/>
          <w:color w:val="FF5200" w:themeColor="accent2"/>
          <w:sz w:val="36"/>
          <w:szCs w:val="36"/>
        </w:rPr>
      </w:pPr>
    </w:p>
    <w:p w14:paraId="523FE11F" w14:textId="472C7732" w:rsidR="008B1A2C" w:rsidRDefault="008B1A2C" w:rsidP="00B87D91">
      <w:pPr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</w:t>
      </w:r>
      <w:r w:rsidR="0031280B" w:rsidRPr="0041226D">
        <w:rPr>
          <w:b/>
          <w:color w:val="FF5200" w:themeColor="accent2"/>
          <w:sz w:val="36"/>
          <w:szCs w:val="36"/>
        </w:rPr>
        <w:t xml:space="preserve">názvem </w:t>
      </w:r>
      <w:r w:rsidR="00351964" w:rsidRPr="00351964">
        <w:rPr>
          <w:b/>
          <w:color w:val="FF5200" w:themeColor="accent2"/>
          <w:sz w:val="36"/>
          <w:szCs w:val="36"/>
        </w:rPr>
        <w:t>„Oprava mostu v km 38,816 trati Lovosice – Česká Lípa (PD)“</w:t>
      </w:r>
      <w:r w:rsidR="000128D4" w:rsidRPr="0080617A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80617A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CA687D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33334</w:t>
      </w:r>
      <w:r w:rsidR="0080617A" w:rsidRPr="0080617A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/2025-SŽ-OŘ UNL-OVZ</w:t>
      </w:r>
      <w:r w:rsidR="000128D4" w:rsidRPr="0080617A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)</w:t>
      </w:r>
    </w:p>
    <w:p w14:paraId="63EFBA9B" w14:textId="77777777" w:rsidR="009A7255" w:rsidRPr="00B87D91" w:rsidRDefault="009A7255" w:rsidP="00B87D91">
      <w:pPr>
        <w:rPr>
          <w:b/>
          <w:color w:val="FF5200" w:themeColor="accent2"/>
          <w:sz w:val="36"/>
          <w:szCs w:val="36"/>
        </w:rPr>
      </w:pP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>
          <w:pPr>
            <w:pStyle w:val="Obsah2"/>
            <w:tabs>
              <w:tab w:val="left" w:pos="1320"/>
              <w:tab w:val="right" w:leader="dot" w:pos="8692"/>
            </w:tabs>
          </w:pPr>
          <w:r>
            <w:t>Obsah</w:t>
          </w:r>
        </w:p>
        <w:p w14:paraId="6C37661B" w14:textId="3DDAF454" w:rsidR="00982B70" w:rsidRDefault="00A93A74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212701496" w:history="1">
            <w:r w:rsidR="00982B70" w:rsidRPr="00B671F3">
              <w:rPr>
                <w:rStyle w:val="Hypertextovodkaz"/>
                <w:noProof/>
              </w:rPr>
              <w:t>Kapitola 1.</w:t>
            </w:r>
            <w:r w:rsidR="00982B70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982B70" w:rsidRPr="00B671F3">
              <w:rPr>
                <w:rStyle w:val="Hypertextovodkaz"/>
                <w:noProof/>
              </w:rPr>
              <w:t>Základní údaje k nabídce</w:t>
            </w:r>
            <w:r w:rsidR="00982B70">
              <w:rPr>
                <w:noProof/>
                <w:webHidden/>
              </w:rPr>
              <w:tab/>
            </w:r>
            <w:r w:rsidR="00982B70">
              <w:rPr>
                <w:noProof/>
                <w:webHidden/>
              </w:rPr>
              <w:fldChar w:fldCharType="begin"/>
            </w:r>
            <w:r w:rsidR="00982B70">
              <w:rPr>
                <w:noProof/>
                <w:webHidden/>
              </w:rPr>
              <w:instrText xml:space="preserve"> PAGEREF _Toc212701496 \h </w:instrText>
            </w:r>
            <w:r w:rsidR="00982B70">
              <w:rPr>
                <w:noProof/>
                <w:webHidden/>
              </w:rPr>
            </w:r>
            <w:r w:rsidR="00982B70">
              <w:rPr>
                <w:noProof/>
                <w:webHidden/>
              </w:rPr>
              <w:fldChar w:fldCharType="separate"/>
            </w:r>
            <w:r w:rsidR="00982B70">
              <w:rPr>
                <w:noProof/>
                <w:webHidden/>
              </w:rPr>
              <w:t>2</w:t>
            </w:r>
            <w:r w:rsidR="00982B70">
              <w:rPr>
                <w:noProof/>
                <w:webHidden/>
              </w:rPr>
              <w:fldChar w:fldCharType="end"/>
            </w:r>
          </w:hyperlink>
        </w:p>
        <w:p w14:paraId="2454F7B2" w14:textId="7A53D7C4" w:rsidR="00982B70" w:rsidRDefault="00982B70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2701497" w:history="1">
            <w:r w:rsidRPr="00B671F3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671F3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_Toc212701497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AF3211" w14:textId="1CD688CA" w:rsidR="00982B70" w:rsidRDefault="00982B70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2701498" w:history="1">
            <w:r w:rsidRPr="00B671F3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671F3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_Toc212701498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209E2D" w14:textId="5E523177" w:rsidR="00982B70" w:rsidRDefault="00982B70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2701499" w:history="1">
            <w:r w:rsidRPr="00B671F3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671F3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_Toc212701499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46102AF" w14:textId="5100F7E6" w:rsidR="00982B70" w:rsidRDefault="00982B70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2701500" w:history="1">
            <w:r w:rsidRPr="00B671F3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671F3">
              <w:rPr>
                <w:rStyle w:val="Hypertextovodkaz"/>
                <w:noProof/>
              </w:rPr>
              <w:t>Čestné prohlášení o splnění technické kvalifikace – Zadavatel nepožaduje.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_Toc212701500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B0C15A" w14:textId="193E9E13" w:rsidR="00982B70" w:rsidRDefault="00982B70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2701501" w:history="1">
            <w:r w:rsidRPr="00B671F3">
              <w:rPr>
                <w:rStyle w:val="Hypertextovodkaz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671F3">
              <w:rPr>
                <w:rStyle w:val="Hypertextovodkaz"/>
                <w:noProof/>
              </w:rPr>
              <w:t>Seznam osob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_Toc212701501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F66200" w14:textId="2F812C15" w:rsidR="00982B70" w:rsidRDefault="00982B70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2701502" w:history="1">
            <w:r w:rsidRPr="00B671F3">
              <w:rPr>
                <w:rStyle w:val="Hypertextovodkaz"/>
                <w:noProof/>
              </w:rPr>
              <w:t>Kapitola 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671F3">
              <w:rPr>
                <w:rStyle w:val="Hypertextovodkaz"/>
                <w:noProof/>
              </w:rPr>
              <w:t>Čestné prohlášení o ekonomické kvalifikaci - Zadavatel nepožaduje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_Toc212701502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1A7EB4" w14:textId="7CF28838" w:rsidR="00982B70" w:rsidRDefault="00982B70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2701503" w:history="1">
            <w:r w:rsidRPr="00B671F3">
              <w:rPr>
                <w:rStyle w:val="Hypertextovodkaz"/>
                <w:rFonts w:eastAsia="Times New Roman"/>
                <w:noProof/>
              </w:rPr>
              <w:t>Kapitola 8.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671F3">
              <w:rPr>
                <w:rStyle w:val="Hypertextovodkaz"/>
                <w:noProof/>
              </w:rPr>
              <w:t>Čestné</w:t>
            </w:r>
            <w:r w:rsidRPr="00B671F3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 mezinárodními sankcemi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_Toc212701503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7B9E06" w14:textId="1AF5C2D8" w:rsidR="00982B70" w:rsidRDefault="00982B70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2701504" w:history="1">
            <w:r w:rsidRPr="00B671F3">
              <w:rPr>
                <w:rStyle w:val="Hypertextovodkaz"/>
                <w:rFonts w:eastAsia="Times New Roman"/>
                <w:noProof/>
              </w:rPr>
              <w:t>Kapitola 9.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671F3">
              <w:rPr>
                <w:rStyle w:val="Hypertextovodkaz"/>
                <w:noProof/>
              </w:rPr>
              <w:t>Čestné</w:t>
            </w:r>
            <w:r w:rsidRPr="00B671F3">
              <w:rPr>
                <w:rStyle w:val="Hypertextovodkaz"/>
                <w:rFonts w:eastAsia="Times New Roman"/>
                <w:noProof/>
              </w:rPr>
              <w:t xml:space="preserve"> prohlášení o poddodavatelích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_Toc212701504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6A35D4" w14:textId="077BAF9A" w:rsidR="00982B70" w:rsidRDefault="00982B70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2701505" w:history="1">
            <w:r w:rsidRPr="00B671F3">
              <w:rPr>
                <w:rStyle w:val="Hypertextovodkaz"/>
                <w:rFonts w:eastAsia="Times New Roman"/>
                <w:noProof/>
              </w:rPr>
              <w:t>Kapitola 10.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671F3">
              <w:rPr>
                <w:rStyle w:val="Hypertextovodkaz"/>
                <w:noProof/>
              </w:rPr>
              <w:t>Seznam zaměstnanců účastníka, u kterých je požadována odborná způsobilost v souladu s předpisem SŽ Zam1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_Toc212701505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9FE434" w14:textId="17564FC1" w:rsidR="00982B70" w:rsidRDefault="00982B70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2701506" w:history="1">
            <w:r w:rsidRPr="00B671F3">
              <w:rPr>
                <w:rStyle w:val="Hypertextovodkaz"/>
                <w:noProof/>
                <w:lang w:eastAsia="cs-CZ"/>
              </w:rPr>
              <w:t>Kapitola 11.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671F3">
              <w:rPr>
                <w:rStyle w:val="Hypertextovodkaz"/>
                <w:noProof/>
              </w:rPr>
              <w:t>Čestné</w:t>
            </w:r>
            <w:r w:rsidRPr="00B671F3">
              <w:rPr>
                <w:rStyle w:val="Hypertextovodkaz"/>
                <w:rFonts w:eastAsia="Times New Roman"/>
                <w:noProof/>
              </w:rPr>
              <w:t xml:space="preserve"> prohlášení o oprávnění ke vstupu do provozované železniční dopravní cesty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_Toc212701506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24025EBB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212701496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EA444A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4F2B572B" w:rsidR="008B1A2C" w:rsidRPr="00EA444A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  <w:r w:rsidR="00EA444A" w:rsidRPr="00EA444A">
        <w:rPr>
          <w:rFonts w:eastAsia="Times New Roman" w:cs="Times New Roman"/>
          <w:lang w:eastAsia="cs-CZ"/>
        </w:rPr>
        <w:t>Zakázku zadává organizační jednotka zadavatele:</w:t>
      </w:r>
    </w:p>
    <w:p w14:paraId="4CBBE62A" w14:textId="3B52C009" w:rsidR="00EA444A" w:rsidRDefault="00EA444A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>Oblastní ředitelství Ústí nad Labem</w:t>
      </w:r>
    </w:p>
    <w:p w14:paraId="709DFDE6" w14:textId="388498A9" w:rsidR="00EA444A" w:rsidRDefault="00EA444A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>Ústí nad Labem, Železničářská 1386/31, PSČ 400 03</w:t>
      </w:r>
    </w:p>
    <w:p w14:paraId="14DC4123" w14:textId="77777777" w:rsidR="0041226D" w:rsidRPr="00975046" w:rsidRDefault="00EA444A" w:rsidP="0041226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41226D">
        <w:rPr>
          <w:rFonts w:eastAsia="Times New Roman" w:cs="Times New Roman"/>
          <w:lang w:eastAsia="cs-CZ"/>
        </w:rPr>
        <w:t xml:space="preserve">Zastoupená </w:t>
      </w:r>
      <w:r w:rsidR="0041226D" w:rsidRPr="00975046">
        <w:rPr>
          <w:rFonts w:eastAsia="Times New Roman" w:cs="Times New Roman"/>
          <w:lang w:eastAsia="cs-CZ"/>
        </w:rPr>
        <w:t>Ing. Martinem Kašparem, ředitelem organizační jednotky,</w:t>
      </w:r>
    </w:p>
    <w:p w14:paraId="51E167B5" w14:textId="60BBAA63" w:rsidR="00EA444A" w:rsidRDefault="0041226D" w:rsidP="0041226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975046">
        <w:rPr>
          <w:rFonts w:eastAsia="Times New Roman" w:cs="Times New Roman"/>
          <w:lang w:eastAsia="cs-CZ"/>
        </w:rPr>
        <w:t>na základě pověření č. 2652 ze dne 22. 02. 2019</w:t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41226D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41226D">
        <w:rPr>
          <w:rFonts w:eastAsia="Times New Roman" w:cs="Times New Roman"/>
          <w:i/>
          <w:highlight w:val="yellow"/>
          <w:lang w:eastAsia="cs-CZ"/>
        </w:rPr>
        <w:t>jméno osoby/název firmy</w:t>
      </w:r>
    </w:p>
    <w:p w14:paraId="7DF6B56F" w14:textId="77777777" w:rsidR="008B1A2C" w:rsidRPr="0041226D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41226D">
        <w:rPr>
          <w:rFonts w:eastAsia="Times New Roman" w:cs="Times New Roman"/>
          <w:highlight w:val="yellow"/>
          <w:lang w:eastAsia="cs-CZ"/>
        </w:rPr>
        <w:tab/>
      </w:r>
      <w:r w:rsidRPr="0041226D">
        <w:rPr>
          <w:rFonts w:eastAsia="Times New Roman" w:cs="Times New Roman"/>
          <w:highlight w:val="yellow"/>
          <w:lang w:eastAsia="cs-CZ"/>
        </w:rPr>
        <w:tab/>
      </w:r>
      <w:r w:rsidRPr="0041226D">
        <w:rPr>
          <w:rFonts w:eastAsia="Times New Roman" w:cs="Times New Roman"/>
          <w:i/>
          <w:highlight w:val="yellow"/>
          <w:lang w:eastAsia="cs-CZ"/>
        </w:rPr>
        <w:t>Sídlo:</w:t>
      </w:r>
    </w:p>
    <w:p w14:paraId="7C9B70B6" w14:textId="77777777" w:rsidR="008B1A2C" w:rsidRPr="0041226D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41226D">
        <w:rPr>
          <w:rFonts w:eastAsia="Times New Roman" w:cs="Times New Roman"/>
          <w:highlight w:val="yellow"/>
          <w:lang w:eastAsia="cs-CZ"/>
        </w:rPr>
        <w:tab/>
      </w:r>
      <w:r w:rsidRPr="0041226D">
        <w:rPr>
          <w:rFonts w:eastAsia="Times New Roman" w:cs="Times New Roman"/>
          <w:highlight w:val="yellow"/>
          <w:lang w:eastAsia="cs-CZ"/>
        </w:rPr>
        <w:tab/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41226D">
        <w:rPr>
          <w:rFonts w:eastAsia="Times New Roman" w:cs="Times New Roman"/>
          <w:i/>
          <w:highlight w:val="yellow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41226D">
        <w:rPr>
          <w:rFonts w:eastAsia="Times New Roman" w:cs="Times New Roman"/>
          <w:highlight w:val="yellow"/>
          <w:lang w:eastAsia="cs-CZ"/>
        </w:rPr>
        <w:t>xxxxxxxxxxxxxxxxxx</w:t>
      </w:r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41226D">
        <w:rPr>
          <w:rFonts w:eastAsia="Times New Roman" w:cs="Times New Roman"/>
          <w:highlight w:val="yellow"/>
          <w:lang w:eastAsia="cs-CZ"/>
        </w:rPr>
        <w:t>xxxxxxxxxxxxxx</w:t>
      </w:r>
    </w:p>
    <w:p w14:paraId="3CC58BD2" w14:textId="77777777" w:rsidR="008B1A2C" w:rsidRDefault="008B1A2C" w:rsidP="008B1A2C"/>
    <w:p w14:paraId="0191CDFC" w14:textId="1FC320AD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</w:t>
      </w:r>
      <w:r w:rsidR="004C76E9" w:rsidRPr="0041226D">
        <w:t xml:space="preserve">jako </w:t>
      </w:r>
      <w:r w:rsidR="000128D4" w:rsidRPr="0041226D">
        <w:rPr>
          <w:rFonts w:eastAsia="Times New Roman" w:cs="Times New Roman"/>
          <w:lang w:eastAsia="cs-CZ"/>
        </w:rPr>
        <w:t>podlimitní sektorovou veřejnou zakázku</w:t>
      </w:r>
      <w:r w:rsidRPr="0041226D">
        <w:t>, jsou pravdivé</w:t>
      </w:r>
      <w:r w:rsidR="009771C9" w:rsidRPr="0041226D">
        <w:t>, úplné a odpovídají skutečnosti</w:t>
      </w:r>
      <w:r w:rsidRPr="0041226D">
        <w:t xml:space="preserve">. Účastník si je vědom důsledků záměrného uvedení nepravdivých údajů, které v rovině tohoto </w:t>
      </w:r>
      <w:r w:rsidR="00626DB3" w:rsidRPr="0041226D">
        <w:t xml:space="preserve">výběrového </w:t>
      </w:r>
      <w:r w:rsidRPr="0041226D">
        <w:t>řízení</w:t>
      </w:r>
      <w:r>
        <w:t xml:space="preserve">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1867909B" w14:textId="653E4B05" w:rsidR="00AD7683" w:rsidRPr="00B42F40" w:rsidRDefault="00FC5583" w:rsidP="00AD7683">
      <w:pPr>
        <w:pStyle w:val="Textbezodsazen"/>
        <w:spacing w:after="0"/>
        <w:rPr>
          <w:b/>
        </w:rPr>
      </w:pPr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>
        <w:t>:</w:t>
      </w:r>
      <w:r w:rsidR="00AD7683">
        <w:t xml:space="preserve"> </w:t>
      </w:r>
      <w:r w:rsidR="00AD7683" w:rsidRPr="00B42F40">
        <w:rPr>
          <w:b/>
        </w:rPr>
        <w:t>"[</w:t>
      </w:r>
      <w:r w:rsidR="00AD7683" w:rsidRPr="00B42F40">
        <w:rPr>
          <w:b/>
          <w:highlight w:val="yellow"/>
        </w:rPr>
        <w:t>VLOŽÍ ZHOTOVITEL</w:t>
      </w:r>
      <w:r w:rsidR="00AD7683" w:rsidRPr="00B42F40">
        <w:rPr>
          <w:b/>
        </w:rPr>
        <w:t xml:space="preserve">]" </w:t>
      </w:r>
    </w:p>
    <w:p w14:paraId="4DC8BD60" w14:textId="58233697" w:rsidR="008B1A2C" w:rsidRDefault="008B1A2C" w:rsidP="008B1A2C"/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3B0281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3973F6F3" w14:textId="77777777" w:rsidR="00086B78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D84CC0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41226D">
        <w:rPr>
          <w:rStyle w:val="Znakapoznpodarou"/>
          <w:highlight w:val="yellow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D84CC0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41226D">
        <w:rPr>
          <w:rStyle w:val="Znakapoznpodarou"/>
          <w:highlight w:val="yellow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3B0281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3B0281">
          <w:headerReference w:type="first" r:id="rId14"/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1" w:name="_Toc212701497"/>
      <w:r w:rsidRPr="006E5C6C">
        <w:t>Čestné prohlášení o splnění</w:t>
      </w:r>
      <w:r w:rsidRPr="006E5C6C">
        <w:br/>
        <w:t>základní způsobilosti</w:t>
      </w:r>
      <w:bookmarkEnd w:id="1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6FA70B47" w:rsidR="0031280B" w:rsidRDefault="006E73DC" w:rsidP="0031280B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5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28356DE4" w:rsidR="0031280B" w:rsidRDefault="0031280B" w:rsidP="0031280B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2" w:name="_Toc212701498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2"/>
    </w:p>
    <w:p w14:paraId="7D8D1D4A" w14:textId="77777777" w:rsidR="00A327CB" w:rsidRPr="00A327CB" w:rsidRDefault="00A327CB" w:rsidP="00A327CB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330E5CE1" w14:textId="2DFAE83F" w:rsidR="00A327CB" w:rsidRPr="00A327CB" w:rsidRDefault="006E73DC" w:rsidP="00C15E3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EA444A">
        <w:rPr>
          <w:rFonts w:eastAsia="Times New Roman" w:cs="Times New Roman"/>
          <w:lang w:eastAsia="cs-CZ"/>
        </w:rPr>
        <w:t>nabídku, tímto</w:t>
      </w:r>
      <w:r w:rsidR="00A327CB" w:rsidRPr="00A327CB">
        <w:rPr>
          <w:rFonts w:eastAsia="Times New Roman" w:cs="Times New Roman"/>
          <w:lang w:eastAsia="cs-CZ"/>
        </w:rPr>
        <w:t xml:space="preserve"> čestně prohlašuje, že:</w:t>
      </w:r>
    </w:p>
    <w:p w14:paraId="490DE513" w14:textId="77777777" w:rsidR="00A327CB" w:rsidRP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519F2BA" w14:textId="77777777" w:rsidR="00A327CB" w:rsidRPr="00A327CB" w:rsidRDefault="00A327CB" w:rsidP="00A327CB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54862DF8" w14:textId="77777777" w:rsidR="006E73DC" w:rsidRPr="00A327CB" w:rsidRDefault="006E73DC" w:rsidP="00F26B94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6C105D2F" w14:textId="0B36B089" w:rsidR="00A327CB" w:rsidRPr="00A327CB" w:rsidRDefault="00A327CB" w:rsidP="00A327CB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4AE729A" w14:textId="77777777" w:rsidR="00913092" w:rsidRDefault="00913092">
      <w:pPr>
        <w:rPr>
          <w:lang w:eastAsia="cs-CZ"/>
        </w:rPr>
      </w:pP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212701499"/>
      <w:r w:rsidRPr="006E5C6C"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11C23BE1" w14:textId="77777777" w:rsidR="00EA02CF" w:rsidRDefault="00EA02CF" w:rsidP="00EA02CF">
      <w:pPr>
        <w:rPr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lang w:eastAsia="cs-CZ"/>
        </w:rPr>
        <w:t>tímto čestně prohlašuje, že</w:t>
      </w:r>
      <w:r>
        <w:rPr>
          <w:lang w:eastAsia="cs-CZ"/>
        </w:rPr>
        <w:t>:</w:t>
      </w:r>
    </w:p>
    <w:p w14:paraId="637FEE98" w14:textId="77777777" w:rsidR="00EA02CF" w:rsidRDefault="00EA02CF" w:rsidP="00EA02CF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3DF11E7A" w14:textId="77777777" w:rsidR="00EA02CF" w:rsidRDefault="00EA02CF" w:rsidP="00EA02CF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výběrového řízení, s nímž je spojenou osobou podle zákona o daních z příjmů.  </w:t>
      </w:r>
    </w:p>
    <w:p w14:paraId="0CA92762" w14:textId="662AFF51" w:rsidR="0031280B" w:rsidRPr="00A035EA" w:rsidRDefault="00EA02CF" w:rsidP="00EA02CF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Pr="00A035EA">
        <w:rPr>
          <w:lang w:eastAsia="cs-CZ"/>
        </w:rPr>
        <w:t>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733225B3" w14:textId="6CA79D80" w:rsidR="00E85D44" w:rsidRPr="00E85D44" w:rsidRDefault="006C1243" w:rsidP="006C1243">
      <w:pPr>
        <w:pStyle w:val="Nadpis2"/>
        <w:numPr>
          <w:ilvl w:val="0"/>
          <w:numId w:val="34"/>
        </w:numPr>
        <w:jc w:val="left"/>
      </w:pPr>
      <w:r w:rsidRPr="006C1243">
        <w:lastRenderedPageBreak/>
        <w:t xml:space="preserve"> </w:t>
      </w:r>
      <w:bookmarkStart w:id="4" w:name="_Toc212701500"/>
      <w:r w:rsidR="00DF0F17">
        <w:t>Čestné prohlášení o splnění technické kvalifikace – Zadavatel</w:t>
      </w:r>
      <w:r w:rsidRPr="006C1243">
        <w:t xml:space="preserve"> nepožaduje.</w:t>
      </w:r>
      <w:bookmarkEnd w:id="4"/>
    </w:p>
    <w:p w14:paraId="65DD2C7A" w14:textId="77777777" w:rsidR="00E85D44" w:rsidRDefault="00E85D44" w:rsidP="00E85D44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47080A62" w14:textId="77777777" w:rsidR="00E85D44" w:rsidRDefault="00E85D44" w:rsidP="00E85D44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1A831AA9" w14:textId="61054431" w:rsidR="00F44645" w:rsidRDefault="00F44645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2AFD7972" w:rsidR="00F44645" w:rsidRPr="000128D4" w:rsidRDefault="00F44645" w:rsidP="00F44645">
      <w:pPr>
        <w:pStyle w:val="Nadpis2"/>
        <w:numPr>
          <w:ilvl w:val="0"/>
          <w:numId w:val="34"/>
        </w:numPr>
      </w:pPr>
      <w:bookmarkStart w:id="5" w:name="_Toc58876012"/>
      <w:bookmarkStart w:id="6" w:name="_Toc212701501"/>
      <w:r>
        <w:t>Seznam osob</w:t>
      </w:r>
      <w:bookmarkEnd w:id="5"/>
      <w:bookmarkEnd w:id="6"/>
    </w:p>
    <w:p w14:paraId="6E82A969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25AA11C4" w14:textId="7A7181F8" w:rsidR="00F44645" w:rsidRDefault="006E73DC" w:rsidP="00F44645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F44645">
        <w:rPr>
          <w:rFonts w:eastAsia="Times New Roman" w:cs="Times New Roman"/>
          <w:lang w:eastAsia="cs-CZ"/>
        </w:rPr>
        <w:t xml:space="preserve">, který podává tuto </w:t>
      </w:r>
      <w:r w:rsidR="00F44645" w:rsidRPr="000128D4">
        <w:rPr>
          <w:rFonts w:eastAsia="Times New Roman" w:cs="Times New Roman"/>
          <w:lang w:eastAsia="cs-CZ"/>
        </w:rPr>
        <w:t>nabídku</w:t>
      </w:r>
      <w:r w:rsidR="00F44645">
        <w:rPr>
          <w:rFonts w:eastAsia="Times New Roman" w:cs="Times New Roman"/>
          <w:lang w:eastAsia="cs-CZ"/>
        </w:rPr>
        <w:t>, prohlašuje, že v případě, že se stane vybraným dodavatelem, bude plnit veřejnou zakázku v požadovaném rozsahu následujícím realizačním týmem, ledaže dojde k jeho změně v souladu se zadávacími podmínkami či uzavřenou smlouvou.</w:t>
      </w:r>
    </w:p>
    <w:p w14:paraId="08783FFB" w14:textId="77777777" w:rsidR="00F44645" w:rsidRDefault="00F44645" w:rsidP="00F44645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78"/>
        <w:gridCol w:w="4024"/>
      </w:tblGrid>
      <w:tr w:rsidR="00F44645" w14:paraId="23E1AAD0" w14:textId="77777777" w:rsidTr="0035196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auto"/>
          </w:tcPr>
          <w:p w14:paraId="083B475F" w14:textId="77777777" w:rsidR="00F44645" w:rsidRPr="00351964" w:rsidRDefault="00F44645" w:rsidP="00A327CB">
            <w:pPr>
              <w:rPr>
                <w:rFonts w:eastAsia="Times New Roman" w:cs="Times New Roman"/>
                <w:b/>
                <w:bCs/>
                <w:sz w:val="18"/>
                <w:szCs w:val="22"/>
                <w:lang w:eastAsia="cs-CZ"/>
              </w:rPr>
            </w:pPr>
            <w:r w:rsidRPr="00351964">
              <w:rPr>
                <w:rFonts w:eastAsia="Times New Roman" w:cs="Times New Roman"/>
                <w:b/>
                <w:bCs/>
                <w:sz w:val="18"/>
                <w:szCs w:val="22"/>
                <w:lang w:eastAsia="cs-CZ"/>
              </w:rPr>
              <w:t>Funkce</w:t>
            </w:r>
          </w:p>
        </w:tc>
        <w:tc>
          <w:tcPr>
            <w:tcW w:w="4024" w:type="dxa"/>
            <w:shd w:val="clear" w:color="auto" w:fill="auto"/>
          </w:tcPr>
          <w:p w14:paraId="652DAA0D" w14:textId="77777777" w:rsidR="00F44645" w:rsidRPr="00351964" w:rsidRDefault="00F44645" w:rsidP="00A327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sz w:val="18"/>
                <w:szCs w:val="22"/>
                <w:lang w:eastAsia="cs-CZ"/>
              </w:rPr>
            </w:pPr>
            <w:r w:rsidRPr="00351964">
              <w:rPr>
                <w:rFonts w:eastAsia="Times New Roman" w:cs="Times New Roman"/>
                <w:b/>
                <w:bCs/>
                <w:sz w:val="18"/>
                <w:szCs w:val="22"/>
                <w:lang w:eastAsia="cs-CZ"/>
              </w:rPr>
              <w:t>Jméno a příjmení</w:t>
            </w:r>
          </w:p>
        </w:tc>
      </w:tr>
      <w:tr w:rsidR="0041226D" w14:paraId="5D07A0DB" w14:textId="77777777" w:rsidTr="0035196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</w:tcPr>
          <w:p w14:paraId="2362AB3B" w14:textId="6372972D" w:rsidR="0041226D" w:rsidRPr="00351964" w:rsidRDefault="0041226D" w:rsidP="0041226D">
            <w:pPr>
              <w:rPr>
                <w:rFonts w:eastAsia="Times New Roman" w:cs="Times New Roman"/>
                <w:sz w:val="18"/>
                <w:szCs w:val="22"/>
                <w:lang w:eastAsia="cs-CZ"/>
              </w:rPr>
            </w:pPr>
            <w:r w:rsidRPr="00351964">
              <w:rPr>
                <w:rFonts w:eastAsia="Times New Roman" w:cs="Times New Roman"/>
                <w:sz w:val="18"/>
                <w:szCs w:val="22"/>
                <w:lang w:eastAsia="cs-CZ"/>
              </w:rPr>
              <w:t xml:space="preserve">specialista na </w:t>
            </w:r>
            <w:r w:rsidR="00351964">
              <w:rPr>
                <w:rFonts w:eastAsia="Times New Roman" w:cs="Times New Roman"/>
                <w:sz w:val="18"/>
                <w:szCs w:val="22"/>
                <w:lang w:eastAsia="cs-CZ"/>
              </w:rPr>
              <w:t xml:space="preserve">mostní a inženýrské konstrukce   </w:t>
            </w:r>
          </w:p>
        </w:tc>
        <w:tc>
          <w:tcPr>
            <w:tcW w:w="4024" w:type="dxa"/>
          </w:tcPr>
          <w:p w14:paraId="1B4FBCB8" w14:textId="77777777" w:rsidR="0041226D" w:rsidRPr="00351964" w:rsidRDefault="0041226D" w:rsidP="004122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22"/>
                <w:lang w:eastAsia="cs-CZ"/>
              </w:rPr>
            </w:pPr>
          </w:p>
        </w:tc>
      </w:tr>
      <w:tr w:rsidR="0041226D" w14:paraId="030DEE8B" w14:textId="77777777" w:rsidTr="0035196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</w:tcPr>
          <w:p w14:paraId="08B2CC60" w14:textId="77BB1892" w:rsidR="0041226D" w:rsidRPr="00351964" w:rsidRDefault="0041226D" w:rsidP="0041226D">
            <w:pPr>
              <w:rPr>
                <w:rFonts w:eastAsia="Times New Roman" w:cs="Times New Roman"/>
                <w:sz w:val="18"/>
                <w:szCs w:val="22"/>
                <w:highlight w:val="yellow"/>
                <w:lang w:eastAsia="cs-CZ"/>
              </w:rPr>
            </w:pPr>
            <w:r w:rsidRPr="00351964">
              <w:rPr>
                <w:rFonts w:eastAsia="Times New Roman" w:cs="Times New Roman"/>
                <w:sz w:val="18"/>
                <w:szCs w:val="22"/>
                <w:lang w:eastAsia="cs-CZ"/>
              </w:rPr>
              <w:t xml:space="preserve">autorizovaný/úředně oprávněný zeměměřický inženýr  </w:t>
            </w:r>
          </w:p>
        </w:tc>
        <w:tc>
          <w:tcPr>
            <w:tcW w:w="4024" w:type="dxa"/>
          </w:tcPr>
          <w:p w14:paraId="4E57380B" w14:textId="77777777" w:rsidR="0041226D" w:rsidRPr="00351964" w:rsidRDefault="0041226D" w:rsidP="004122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22"/>
                <w:highlight w:val="yellow"/>
                <w:lang w:eastAsia="cs-CZ"/>
              </w:rPr>
            </w:pPr>
          </w:p>
        </w:tc>
      </w:tr>
      <w:tr w:rsidR="0041226D" w14:paraId="4057DA1D" w14:textId="77777777" w:rsidTr="004122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2"/>
          </w:tcPr>
          <w:p w14:paraId="7A343811" w14:textId="77777777" w:rsidR="0041226D" w:rsidRDefault="0041226D" w:rsidP="0041226D">
            <w:pPr>
              <w:rPr>
                <w:rFonts w:eastAsia="Times New Roman" w:cs="Times New Roman"/>
                <w:lang w:eastAsia="cs-CZ"/>
              </w:rPr>
            </w:pPr>
          </w:p>
        </w:tc>
      </w:tr>
    </w:tbl>
    <w:p w14:paraId="055760C8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22F96180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541E27BE" w14:textId="77777777" w:rsidR="00F44645" w:rsidRPr="0041226D" w:rsidRDefault="00F44645" w:rsidP="00F4464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41226D">
        <w:rPr>
          <w:rFonts w:eastAsia="Times New Roman" w:cs="Times New Roman"/>
          <w:lang w:eastAsia="cs-CZ"/>
        </w:rPr>
        <w:t>Přílohy:</w:t>
      </w:r>
    </w:p>
    <w:p w14:paraId="32A79A47" w14:textId="15559006" w:rsidR="0041226D" w:rsidRPr="0041226D" w:rsidRDefault="0041226D" w:rsidP="0041226D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41226D">
        <w:rPr>
          <w:rFonts w:eastAsia="Times New Roman" w:cs="Times New Roman"/>
          <w:lang w:eastAsia="cs-CZ"/>
        </w:rPr>
        <w:t xml:space="preserve">Životopis – specialista na </w:t>
      </w:r>
      <w:r w:rsidR="00652199">
        <w:rPr>
          <w:rFonts w:eastAsia="Times New Roman" w:cs="Times New Roman"/>
          <w:szCs w:val="22"/>
          <w:lang w:eastAsia="cs-CZ"/>
        </w:rPr>
        <w:t xml:space="preserve">mostní a inženýrské konstrukce   </w:t>
      </w:r>
    </w:p>
    <w:p w14:paraId="32A27CB1" w14:textId="7F2EEDA1" w:rsidR="000128D4" w:rsidRDefault="0041226D" w:rsidP="0041226D">
      <w:pPr>
        <w:spacing w:after="0"/>
        <w:rPr>
          <w:rFonts w:eastAsia="Times New Roman" w:cs="Times New Roman"/>
          <w:lang w:eastAsia="cs-CZ"/>
        </w:rPr>
      </w:pPr>
      <w:r w:rsidRPr="0041226D">
        <w:rPr>
          <w:rFonts w:eastAsia="Times New Roman" w:cs="Times New Roman"/>
          <w:lang w:eastAsia="cs-CZ"/>
        </w:rPr>
        <w:t>Životopis – autorizovaný/úředně oprávněný zeměměřický inženýr</w:t>
      </w:r>
      <w:r>
        <w:rPr>
          <w:rFonts w:eastAsia="Times New Roman" w:cs="Times New Roman"/>
          <w:lang w:eastAsia="cs-CZ"/>
        </w:rPr>
        <w:t xml:space="preserve"> </w:t>
      </w:r>
      <w:r w:rsidR="000128D4">
        <w:rPr>
          <w:rFonts w:eastAsia="Times New Roman" w:cs="Times New Roman"/>
          <w:lang w:eastAsia="cs-CZ"/>
        </w:rPr>
        <w:br w:type="page"/>
      </w:r>
    </w:p>
    <w:p w14:paraId="1E966E17" w14:textId="49172EB1" w:rsidR="000128D4" w:rsidRPr="000128D4" w:rsidRDefault="00DF0F17" w:rsidP="00DF0F17">
      <w:pPr>
        <w:pStyle w:val="Nadpis2"/>
        <w:numPr>
          <w:ilvl w:val="0"/>
          <w:numId w:val="34"/>
        </w:numPr>
        <w:ind w:left="284" w:hanging="284"/>
      </w:pPr>
      <w:bookmarkStart w:id="7" w:name="_Toc212701502"/>
      <w:r>
        <w:lastRenderedPageBreak/>
        <w:t xml:space="preserve">Čestné prohlášení o ekonomické </w:t>
      </w:r>
      <w:proofErr w:type="gramStart"/>
      <w:r>
        <w:t xml:space="preserve">kvalifikaci - </w:t>
      </w:r>
      <w:r w:rsidR="006C1243" w:rsidRPr="006C1243">
        <w:t>Zadavatel</w:t>
      </w:r>
      <w:proofErr w:type="gramEnd"/>
      <w:r w:rsidR="006C1243" w:rsidRPr="006C1243">
        <w:t xml:space="preserve"> nepožaduje</w:t>
      </w:r>
      <w:bookmarkEnd w:id="7"/>
    </w:p>
    <w:p w14:paraId="0C0A2F64" w14:textId="77777777" w:rsidR="000128D4" w:rsidRDefault="000128D4" w:rsidP="000128D4">
      <w:pPr>
        <w:spacing w:after="0" w:line="240" w:lineRule="auto"/>
        <w:rPr>
          <w:rFonts w:eastAsia="Times New Roman" w:cs="Times New Roman"/>
          <w:lang w:eastAsia="x-none"/>
        </w:rPr>
      </w:pPr>
    </w:p>
    <w:p w14:paraId="7DC8CA4B" w14:textId="77777777" w:rsidR="000128D4" w:rsidRDefault="000128D4" w:rsidP="000128D4">
      <w:pPr>
        <w:spacing w:after="0" w:line="240" w:lineRule="auto"/>
        <w:rPr>
          <w:rFonts w:eastAsia="Times New Roman" w:cs="Times New Roman"/>
          <w:lang w:eastAsia="cs-CZ"/>
        </w:rPr>
      </w:pPr>
    </w:p>
    <w:p w14:paraId="7FAA3B71" w14:textId="64B0B30B" w:rsidR="000128D4" w:rsidRDefault="000128D4" w:rsidP="000128D4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40B768D1" w14:textId="77777777" w:rsidR="000128D4" w:rsidRDefault="000128D4" w:rsidP="000128D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73D030D" w14:textId="77777777" w:rsidR="000128D4" w:rsidRPr="00FE59C5" w:rsidRDefault="000128D4" w:rsidP="000128D4"/>
    <w:p w14:paraId="5AAADD7E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8000775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42B07CA" w14:textId="77777777" w:rsidR="0031280B" w:rsidRPr="00F6555E" w:rsidRDefault="0031280B" w:rsidP="0031280B"/>
    <w:p w14:paraId="67A774CC" w14:textId="41DA5EE1" w:rsidR="002126E7" w:rsidRDefault="002126E7" w:rsidP="00F0533E">
      <w:pPr>
        <w:rPr>
          <w:highlight w:val="green"/>
        </w:rPr>
      </w:pPr>
      <w:r>
        <w:rPr>
          <w:highlight w:val="green"/>
        </w:rPr>
        <w:br w:type="page"/>
      </w:r>
    </w:p>
    <w:p w14:paraId="65C4DD60" w14:textId="2531A720" w:rsidR="002126E7" w:rsidRDefault="002126E7" w:rsidP="002126E7">
      <w:pPr>
        <w:pStyle w:val="Nadpis2"/>
        <w:numPr>
          <w:ilvl w:val="0"/>
          <w:numId w:val="34"/>
        </w:numPr>
        <w:rPr>
          <w:rFonts w:eastAsia="Times New Roman"/>
        </w:rPr>
      </w:pPr>
      <w:bookmarkStart w:id="8" w:name="_Toc212701503"/>
      <w:r w:rsidRPr="002126E7">
        <w:lastRenderedPageBreak/>
        <w:t>Čestné</w:t>
      </w:r>
      <w:r>
        <w:rPr>
          <w:rFonts w:eastAsia="Times New Roman"/>
        </w:rPr>
        <w:t xml:space="preserve"> prohlášení účastníka o splnění podmínek v souvislosti s</w:t>
      </w:r>
      <w:r w:rsidR="00EA02CF">
        <w:rPr>
          <w:rFonts w:eastAsia="Times New Roman"/>
        </w:rPr>
        <w:t> mezinárodními sankcemi</w:t>
      </w:r>
      <w:bookmarkEnd w:id="8"/>
    </w:p>
    <w:p w14:paraId="4C6D9E97" w14:textId="77777777" w:rsidR="002126E7" w:rsidRDefault="002126E7" w:rsidP="002126E7"/>
    <w:p w14:paraId="5DAB6B35" w14:textId="77777777" w:rsidR="009D6D1B" w:rsidRDefault="009D6D1B" w:rsidP="009D6D1B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143CAB25" w14:textId="77777777" w:rsidR="009D6D1B" w:rsidRPr="00471B29" w:rsidRDefault="009D6D1B" w:rsidP="009D6D1B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767E6A94" w14:textId="77777777" w:rsidR="009D6D1B" w:rsidRDefault="009D6D1B" w:rsidP="009D6D1B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6ACB9C2F" w14:textId="77777777" w:rsidR="009D6D1B" w:rsidRPr="007F769F" w:rsidRDefault="009D6D1B" w:rsidP="009D6D1B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>
        <w:t xml:space="preserve">, anebo osobami dle </w:t>
      </w:r>
      <w:r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>
        <w:t xml:space="preserve"> anebo osobami dle čl. 2 nařízení Rady (EU) č. 208/2014 ze dne 5. března 2014 o omezujících opatřeních vůči některým osobám, subjektům a orgánům vzhledem k situaci na Ukrajině</w:t>
      </w:r>
      <w:r w:rsidRPr="00471B29">
        <w:t>, ve znění pozdějších předpisů</w:t>
      </w:r>
      <w:r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Pr="00EB54C9">
        <w:t xml:space="preserve"> 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Pr="00471B29">
        <w:t>„</w:t>
      </w:r>
      <w:r w:rsidRPr="00471B29">
        <w:rPr>
          <w:rStyle w:val="Kurzvatun"/>
        </w:rPr>
        <w:t>sankční seznamy</w:t>
      </w:r>
      <w:r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2033B0FC" w14:textId="77777777" w:rsidR="009D6D1B" w:rsidRPr="007F769F" w:rsidRDefault="009D6D1B" w:rsidP="009D6D1B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0A28DA45" w14:textId="7A197B66" w:rsidR="006C2F26" w:rsidRDefault="009D6D1B" w:rsidP="009D6D1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67164F17" w14:textId="77777777" w:rsidR="002126E7" w:rsidRPr="00A035EA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6286BD33" w14:textId="3FCF3DEC" w:rsidR="002126E7" w:rsidRDefault="002126E7" w:rsidP="002126E7">
      <w:pPr>
        <w:spacing w:line="240" w:lineRule="auto"/>
        <w:jc w:val="both"/>
        <w:rPr>
          <w:rFonts w:eastAsia="Calibri" w:cs="Times New Roman"/>
        </w:rPr>
      </w:pPr>
    </w:p>
    <w:p w14:paraId="7867225A" w14:textId="77777777" w:rsidR="009D6D1B" w:rsidRDefault="009D6D1B" w:rsidP="002126E7">
      <w:pPr>
        <w:spacing w:line="240" w:lineRule="auto"/>
        <w:jc w:val="both"/>
        <w:rPr>
          <w:rFonts w:eastAsia="Calibri" w:cs="Times New Roman"/>
        </w:rPr>
      </w:pPr>
    </w:p>
    <w:p w14:paraId="6D07EA33" w14:textId="77777777" w:rsidR="009D6D1B" w:rsidRDefault="009D6D1B" w:rsidP="002126E7">
      <w:pPr>
        <w:spacing w:line="240" w:lineRule="auto"/>
        <w:jc w:val="both"/>
        <w:rPr>
          <w:rFonts w:eastAsia="Calibri" w:cs="Times New Roman"/>
        </w:rPr>
      </w:pPr>
    </w:p>
    <w:p w14:paraId="07DCE995" w14:textId="77777777" w:rsidR="009D6D1B" w:rsidRDefault="009D6D1B" w:rsidP="002126E7">
      <w:pPr>
        <w:spacing w:line="240" w:lineRule="auto"/>
        <w:jc w:val="both"/>
        <w:rPr>
          <w:rFonts w:eastAsia="Calibri" w:cs="Times New Roman"/>
        </w:rPr>
      </w:pPr>
    </w:p>
    <w:p w14:paraId="6615378D" w14:textId="77777777" w:rsidR="002126E7" w:rsidRDefault="002126E7" w:rsidP="002126E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6C8EDC3D" w14:textId="77777777" w:rsidR="00F86FD9" w:rsidRDefault="00F86FD9" w:rsidP="00F86FD9">
      <w:pPr>
        <w:pStyle w:val="Nadpis2"/>
        <w:numPr>
          <w:ilvl w:val="0"/>
          <w:numId w:val="39"/>
        </w:numPr>
        <w:spacing w:line="240" w:lineRule="auto"/>
        <w:jc w:val="both"/>
        <w:rPr>
          <w:rFonts w:eastAsia="Times New Roman"/>
        </w:rPr>
      </w:pPr>
      <w:bookmarkStart w:id="9" w:name="_Toc115422087"/>
      <w:bookmarkStart w:id="10" w:name="_Toc212701504"/>
      <w:r w:rsidRPr="002126E7">
        <w:lastRenderedPageBreak/>
        <w:t>Čestné</w:t>
      </w:r>
      <w:r w:rsidRPr="00364FF2">
        <w:rPr>
          <w:rFonts w:eastAsia="Times New Roman"/>
        </w:rPr>
        <w:t xml:space="preserve"> prohlášení o poddodavatelích</w:t>
      </w:r>
      <w:bookmarkEnd w:id="9"/>
      <w:bookmarkEnd w:id="10"/>
      <w:r w:rsidRPr="00364FF2">
        <w:rPr>
          <w:rFonts w:eastAsia="Times New Roman"/>
        </w:rPr>
        <w:t xml:space="preserve"> </w:t>
      </w:r>
    </w:p>
    <w:p w14:paraId="3FA40E58" w14:textId="77777777" w:rsidR="00F86FD9" w:rsidRPr="00364FF2" w:rsidRDefault="00F86FD9" w:rsidP="00F86FD9">
      <w:pPr>
        <w:rPr>
          <w:lang w:eastAsia="cs-CZ"/>
        </w:rPr>
      </w:pPr>
    </w:p>
    <w:p w14:paraId="71422AAE" w14:textId="5AE41D49" w:rsidR="00F86FD9" w:rsidRDefault="00EA444A" w:rsidP="00F86FD9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Účastník, </w:t>
      </w:r>
      <w:r w:rsidR="00F86FD9">
        <w:rPr>
          <w:rFonts w:ascii="Verdana" w:hAnsi="Verdana"/>
        </w:rPr>
        <w:t xml:space="preserve">který podává </w:t>
      </w:r>
      <w:r>
        <w:rPr>
          <w:rFonts w:ascii="Verdana" w:hAnsi="Verdana"/>
        </w:rPr>
        <w:t xml:space="preserve">tuto </w:t>
      </w:r>
      <w:r w:rsidR="00F86FD9">
        <w:rPr>
          <w:rFonts w:ascii="Verdana" w:hAnsi="Verdana"/>
        </w:rPr>
        <w:t>nabídku, tímto čestně prohlašuje, že</w:t>
      </w:r>
      <w:r w:rsidR="00F86FD9">
        <w:rPr>
          <w:rStyle w:val="Znakapoznpodarou"/>
          <w:rFonts w:ascii="Verdana" w:hAnsi="Verdana"/>
        </w:rPr>
        <w:footnoteReference w:id="5"/>
      </w:r>
      <w:r w:rsidR="00F86FD9">
        <w:rPr>
          <w:rFonts w:ascii="Verdana" w:hAnsi="Verdana"/>
        </w:rPr>
        <w:t>:</w:t>
      </w:r>
    </w:p>
    <w:bookmarkStart w:id="11" w:name="Zaškrtávací1"/>
    <w:p w14:paraId="126C56C4" w14:textId="2BA9663D" w:rsidR="00F86FD9" w:rsidRDefault="00F86FD9" w:rsidP="00F86FD9">
      <w:pPr>
        <w:ind w:left="708" w:hanging="708"/>
        <w:jc w:val="both"/>
        <w:rPr>
          <w:rFonts w:ascii="Verdana" w:hAnsi="Verdana"/>
        </w:rPr>
      </w:pPr>
      <w: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Verdana" w:hAnsi="Verdana"/>
        </w:rPr>
        <w:instrText xml:space="preserve"> FORMCHECKBOX </w:instrText>
      </w:r>
      <w:r>
        <w:fldChar w:fldCharType="separate"/>
      </w:r>
      <w:r>
        <w:fldChar w:fldCharType="end"/>
      </w:r>
      <w:bookmarkEnd w:id="11"/>
      <w:r>
        <w:rPr>
          <w:rFonts w:ascii="Verdana" w:hAnsi="Verdana"/>
        </w:rPr>
        <w:tab/>
      </w:r>
      <w:r w:rsidR="006827CF">
        <w:rPr>
          <w:rFonts w:ascii="Verdana" w:hAnsi="Verdana"/>
        </w:rPr>
        <w:t>p</w:t>
      </w:r>
      <w:r>
        <w:rPr>
          <w:rFonts w:ascii="Verdana" w:hAnsi="Verdana"/>
        </w:rPr>
        <w:t xml:space="preserve">ři plnění veřejné zakázky s názvem </w:t>
      </w:r>
      <w:r w:rsidR="00833DB8" w:rsidRPr="00833DB8">
        <w:rPr>
          <w:rFonts w:ascii="Verdana" w:hAnsi="Verdana"/>
          <w:b/>
          <w:bCs/>
        </w:rPr>
        <w:t>„Oprava mostu v km 38,816 trati Lovosice – Česká Lípa (PD)“</w:t>
      </w:r>
      <w:r>
        <w:rPr>
          <w:rFonts w:ascii="Verdana" w:hAnsi="Verdana"/>
        </w:rPr>
        <w:t xml:space="preserve"> nepoužije žádné poddodavatele</w:t>
      </w:r>
      <w:r>
        <w:rPr>
          <w:rStyle w:val="Znakapoznpodarou"/>
          <w:rFonts w:ascii="Verdana" w:hAnsi="Verdana"/>
        </w:rPr>
        <w:footnoteReference w:id="6"/>
      </w:r>
      <w:r>
        <w:rPr>
          <w:rFonts w:ascii="Verdana" w:hAnsi="Verdana"/>
        </w:rPr>
        <w:t xml:space="preserve">. </w:t>
      </w:r>
    </w:p>
    <w:p w14:paraId="614952ED" w14:textId="002909BC" w:rsidR="00F86FD9" w:rsidRDefault="00F86FD9" w:rsidP="00F86FD9">
      <w:pPr>
        <w:tabs>
          <w:tab w:val="num" w:pos="360"/>
        </w:tabs>
        <w:ind w:left="708" w:hanging="708"/>
        <w:jc w:val="both"/>
        <w:rPr>
          <w:rFonts w:ascii="Verdana" w:hAnsi="Verdana"/>
        </w:rPr>
      </w:pPr>
      <w:r>
        <w:rPr>
          <w:rFonts w:ascii="Verdana" w:hAnsi="Verdana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/>
        </w:rPr>
        <w:instrText xml:space="preserve"> FORMCHECKBOX </w:instrText>
      </w:r>
      <w:r>
        <w:rPr>
          <w:rFonts w:ascii="Verdana" w:hAnsi="Verdana"/>
        </w:rPr>
      </w:r>
      <w:r>
        <w:rPr>
          <w:rFonts w:ascii="Verdana" w:hAnsi="Verdana"/>
        </w:rPr>
        <w:fldChar w:fldCharType="separate"/>
      </w:r>
      <w:r>
        <w:rPr>
          <w:rFonts w:ascii="Verdana" w:hAnsi="Verdana"/>
        </w:rPr>
        <w:fldChar w:fldCharType="end"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="006827CF">
        <w:rPr>
          <w:rFonts w:ascii="Verdana" w:hAnsi="Verdana"/>
        </w:rPr>
        <w:t>p</w:t>
      </w:r>
      <w:r>
        <w:rPr>
          <w:rFonts w:ascii="Verdana" w:hAnsi="Verdana"/>
        </w:rPr>
        <w:t xml:space="preserve">ři plnění veřejné zakázky s názvem </w:t>
      </w:r>
      <w:r w:rsidR="00833DB8" w:rsidRPr="00833DB8">
        <w:rPr>
          <w:rFonts w:ascii="Verdana" w:hAnsi="Verdana"/>
          <w:b/>
          <w:bCs/>
        </w:rPr>
        <w:t>„Oprava mostu v km 38,816 trati Lovosice – Česká Lípa (PD)“</w:t>
      </w:r>
      <w:r w:rsidR="00833DB8">
        <w:rPr>
          <w:rFonts w:ascii="Verdana" w:hAnsi="Verdana"/>
        </w:rPr>
        <w:t xml:space="preserve"> </w:t>
      </w:r>
      <w:r>
        <w:rPr>
          <w:rFonts w:ascii="Verdana" w:hAnsi="Verdana"/>
        </w:rPr>
        <w:t>použije tyto poddodavatele:</w:t>
      </w:r>
    </w:p>
    <w:p w14:paraId="54FF3101" w14:textId="77777777" w:rsidR="00F86FD9" w:rsidRDefault="00F86FD9" w:rsidP="00F86FD9">
      <w:pPr>
        <w:tabs>
          <w:tab w:val="num" w:pos="360"/>
        </w:tabs>
        <w:jc w:val="both"/>
        <w:rPr>
          <w:rFonts w:ascii="Verdana" w:hAnsi="Verdan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780"/>
        <w:gridCol w:w="5906"/>
      </w:tblGrid>
      <w:tr w:rsidR="00F86FD9" w14:paraId="103E6BD3" w14:textId="77777777" w:rsidTr="00E416ED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D07C436" w14:textId="77777777" w:rsidR="00F86FD9" w:rsidRDefault="00F86FD9" w:rsidP="00E416ED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hideMark/>
          </w:tcPr>
          <w:p w14:paraId="0DFF2516" w14:textId="77777777" w:rsidR="00F86FD9" w:rsidRDefault="00F86FD9" w:rsidP="00E416ED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F86FD9" w14:paraId="75AFC15F" w14:textId="77777777" w:rsidTr="00E416ED">
        <w:trPr>
          <w:cantSplit/>
        </w:trPr>
        <w:sdt>
          <w:sdtPr>
            <w:rPr>
              <w:rFonts w:ascii="Verdana" w:hAnsi="Verdana"/>
            </w:rPr>
            <w:id w:val="-646209514"/>
            <w:placeholder>
              <w:docPart w:val="0BD1018FEB8D43CB9D52E2F9495FF1A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45BB4549" w14:textId="77777777" w:rsidR="00F86FD9" w:rsidRDefault="00F86FD9" w:rsidP="00E416ED">
                <w:pPr>
                  <w:jc w:val="center"/>
                  <w:rPr>
                    <w:rFonts w:ascii="Verdana" w:hAnsi="Verdana" w:cs="Times New Roman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1776780806"/>
            <w:placeholder>
              <w:docPart w:val="65428E6DE9194E5387E153755E89B02B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nil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C5DCDDF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3CA1DA56" w14:textId="77777777" w:rsidTr="00E416ED">
        <w:trPr>
          <w:cantSplit/>
        </w:trPr>
        <w:sdt>
          <w:sdtPr>
            <w:rPr>
              <w:rFonts w:ascii="Verdana" w:hAnsi="Verdana"/>
            </w:rPr>
            <w:id w:val="550968649"/>
            <w:placeholder>
              <w:docPart w:val="3BD0F25702A2479682EA42111C29562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729A3FC9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310978252"/>
            <w:placeholder>
              <w:docPart w:val="4EA141EA40974E7889EBCE53618FFF7C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28DFFFA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13C215D" w14:textId="77777777" w:rsidTr="00E416ED">
        <w:trPr>
          <w:cantSplit/>
        </w:trPr>
        <w:sdt>
          <w:sdtPr>
            <w:rPr>
              <w:rFonts w:ascii="Verdana" w:hAnsi="Verdana"/>
            </w:rPr>
            <w:id w:val="-639029716"/>
            <w:placeholder>
              <w:docPart w:val="4ABEAB1C1D75492B87E99FAFD34CAFE5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841D7C8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87273182"/>
            <w:placeholder>
              <w:docPart w:val="759443CFE69840499A54505DC3AE6A4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00FFD286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0C1FB7F" w14:textId="77777777" w:rsidTr="00E416ED">
        <w:trPr>
          <w:cantSplit/>
        </w:trPr>
        <w:sdt>
          <w:sdtPr>
            <w:rPr>
              <w:rFonts w:ascii="Verdana" w:hAnsi="Verdana"/>
            </w:rPr>
            <w:id w:val="-124620505"/>
            <w:placeholder>
              <w:docPart w:val="51B40D9DB7E0449F96C062ED23429E85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AD8DFF4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67756794"/>
            <w:placeholder>
              <w:docPart w:val="069F72DEC41846EDB36F5EEC4A661C1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D1459B2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512F392" w14:textId="77777777" w:rsidTr="00E416ED">
        <w:trPr>
          <w:cantSplit/>
        </w:trPr>
        <w:sdt>
          <w:sdtPr>
            <w:rPr>
              <w:rFonts w:ascii="Verdana" w:hAnsi="Verdana"/>
            </w:rPr>
            <w:id w:val="-2085137432"/>
            <w:placeholder>
              <w:docPart w:val="9E072CE91767430CAA9D9F66555756D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CDA1E50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2079504028"/>
            <w:placeholder>
              <w:docPart w:val="C3F732DF9FF94D63B17EAAE5B7A0D3D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6C9C18C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595F811C" w14:textId="77777777" w:rsidTr="00E416ED">
        <w:trPr>
          <w:cantSplit/>
        </w:trPr>
        <w:sdt>
          <w:sdtPr>
            <w:rPr>
              <w:rFonts w:ascii="Verdana" w:hAnsi="Verdana"/>
            </w:rPr>
            <w:id w:val="1993667343"/>
            <w:placeholder>
              <w:docPart w:val="A589BA781246449CBB8DA87AAFB3C1B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73170E77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205336816"/>
            <w:placeholder>
              <w:docPart w:val="C3D2F334D1974AA98D1D89B18047EBAC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692D0C2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4400FE29" w14:textId="77777777" w:rsidTr="00E416ED">
        <w:trPr>
          <w:cantSplit/>
        </w:trPr>
        <w:sdt>
          <w:sdtPr>
            <w:rPr>
              <w:rFonts w:ascii="Verdana" w:hAnsi="Verdana"/>
            </w:rPr>
            <w:id w:val="1086031411"/>
            <w:placeholder>
              <w:docPart w:val="D56A3AB9E81045F5A4F98BD29323BF4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FE8F8D2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951428158"/>
            <w:placeholder>
              <w:docPart w:val="909C3C0DC3294D51935896771B67781D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679E6E79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626D0630" w14:textId="77777777" w:rsidTr="00E416ED">
        <w:trPr>
          <w:cantSplit/>
        </w:trPr>
        <w:sdt>
          <w:sdtPr>
            <w:rPr>
              <w:rFonts w:ascii="Verdana" w:hAnsi="Verdana"/>
            </w:rPr>
            <w:id w:val="497931481"/>
            <w:placeholder>
              <w:docPart w:val="FC36EA2621E849D7A81FBB6297687589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  <w:hideMark/>
              </w:tcPr>
              <w:p w14:paraId="75233B71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740838909"/>
            <w:placeholder>
              <w:docPart w:val="28CD3796040C4292BAC524A34C532B9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12" w:space="0" w:color="auto"/>
                  <w:right w:val="single" w:sz="6" w:space="0" w:color="auto"/>
                </w:tcBorders>
                <w:hideMark/>
              </w:tcPr>
              <w:p w14:paraId="63AC4201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0B9359E0" w14:textId="77777777" w:rsidR="00F86FD9" w:rsidRDefault="00F86FD9" w:rsidP="00F86FD9">
      <w:pPr>
        <w:tabs>
          <w:tab w:val="num" w:pos="360"/>
        </w:tabs>
        <w:jc w:val="both"/>
        <w:rPr>
          <w:rFonts w:ascii="Verdana" w:hAnsi="Verdana"/>
        </w:rPr>
      </w:pPr>
    </w:p>
    <w:p w14:paraId="2EEB9236" w14:textId="77777777" w:rsidR="00F86FD9" w:rsidRDefault="00F86FD9" w:rsidP="00F86FD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14:paraId="1E54DF10" w14:textId="77777777" w:rsidR="00F86FD9" w:rsidRDefault="00F86FD9" w:rsidP="00F86FD9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38FE1A31" w14:textId="77777777" w:rsidR="00F86FD9" w:rsidRDefault="00F86FD9" w:rsidP="00F86FD9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40CCFAE0" w14:textId="77777777" w:rsidR="00F86FD9" w:rsidRDefault="00F86FD9" w:rsidP="002126E7">
      <w:pPr>
        <w:rPr>
          <w:lang w:eastAsia="cs-CZ"/>
        </w:rPr>
      </w:pPr>
    </w:p>
    <w:p w14:paraId="1B111040" w14:textId="77777777" w:rsidR="00F86FD9" w:rsidRDefault="00F86FD9" w:rsidP="002126E7">
      <w:pPr>
        <w:rPr>
          <w:lang w:eastAsia="cs-CZ"/>
        </w:rPr>
      </w:pPr>
    </w:p>
    <w:p w14:paraId="0A7BC2DC" w14:textId="77777777" w:rsidR="00F86FD9" w:rsidRDefault="00F86FD9" w:rsidP="002126E7">
      <w:pPr>
        <w:rPr>
          <w:lang w:eastAsia="cs-CZ"/>
        </w:rPr>
      </w:pPr>
    </w:p>
    <w:p w14:paraId="1791E1B7" w14:textId="4D849A21" w:rsidR="00F86FD9" w:rsidRDefault="00F86FD9" w:rsidP="002126E7">
      <w:pPr>
        <w:rPr>
          <w:lang w:eastAsia="cs-CZ"/>
        </w:rPr>
      </w:pPr>
    </w:p>
    <w:p w14:paraId="7319BA87" w14:textId="3D15C561" w:rsidR="000F5766" w:rsidRDefault="000F5766" w:rsidP="002126E7">
      <w:pPr>
        <w:rPr>
          <w:lang w:eastAsia="cs-CZ"/>
        </w:rPr>
      </w:pPr>
    </w:p>
    <w:p w14:paraId="0741E94B" w14:textId="069F8790" w:rsidR="000F5766" w:rsidRDefault="000F5766" w:rsidP="002126E7">
      <w:pPr>
        <w:rPr>
          <w:lang w:eastAsia="cs-CZ"/>
        </w:rPr>
      </w:pPr>
    </w:p>
    <w:p w14:paraId="31206453" w14:textId="3401D6AF" w:rsidR="000F5766" w:rsidRDefault="000F5766" w:rsidP="002126E7">
      <w:pPr>
        <w:rPr>
          <w:lang w:eastAsia="cs-CZ"/>
        </w:rPr>
      </w:pPr>
    </w:p>
    <w:p w14:paraId="377D6ADF" w14:textId="747408D2" w:rsidR="00CB377A" w:rsidRDefault="00CB377A" w:rsidP="00CB377A">
      <w:pPr>
        <w:pStyle w:val="Nadpis2"/>
        <w:numPr>
          <w:ilvl w:val="0"/>
          <w:numId w:val="39"/>
        </w:numPr>
        <w:spacing w:line="240" w:lineRule="auto"/>
        <w:ind w:left="2552" w:hanging="2192"/>
        <w:jc w:val="both"/>
        <w:rPr>
          <w:rFonts w:eastAsia="Times New Roman"/>
        </w:rPr>
      </w:pPr>
      <w:bookmarkStart w:id="12" w:name="_Toc212701505"/>
      <w:r>
        <w:t>Seznam zaměstnanců účastníka, u kterých je požadován</w:t>
      </w:r>
      <w:r w:rsidR="0067079F">
        <w:t>a</w:t>
      </w:r>
      <w:r>
        <w:t xml:space="preserve"> odborná způsobilost v souladu s předpisem SŽ Zam1</w:t>
      </w:r>
      <w:bookmarkEnd w:id="12"/>
      <w:r w:rsidRPr="00364FF2">
        <w:rPr>
          <w:rFonts w:eastAsia="Times New Roman"/>
        </w:rPr>
        <w:t xml:space="preserve"> </w:t>
      </w:r>
    </w:p>
    <w:p w14:paraId="6179C979" w14:textId="77777777" w:rsidR="00CB377A" w:rsidRPr="00364FF2" w:rsidRDefault="00CB377A" w:rsidP="00CB377A">
      <w:pPr>
        <w:rPr>
          <w:lang w:eastAsia="cs-CZ"/>
        </w:rPr>
      </w:pPr>
    </w:p>
    <w:p w14:paraId="06B7F37A" w14:textId="77777777" w:rsidR="00FB7211" w:rsidRDefault="00CB377A" w:rsidP="00CB377A">
      <w:pPr>
        <w:jc w:val="both"/>
        <w:rPr>
          <w:rFonts w:ascii="Verdana" w:hAnsi="Verdana"/>
        </w:rPr>
      </w:pPr>
      <w:r>
        <w:rPr>
          <w:rFonts w:ascii="Verdana" w:hAnsi="Verdana"/>
        </w:rPr>
        <w:t>Účastník, který podává tuto nabídku, tímto čestně prohlašuje, že</w:t>
      </w:r>
    </w:p>
    <w:p w14:paraId="18330658" w14:textId="1C15ADC4" w:rsidR="00CB377A" w:rsidRDefault="00CB377A" w:rsidP="00CB377A">
      <w:pPr>
        <w:jc w:val="both"/>
        <w:rPr>
          <w:rFonts w:ascii="Verdana" w:hAnsi="Verdana"/>
        </w:rPr>
      </w:pPr>
      <w:r>
        <w:rPr>
          <w:rFonts w:ascii="Verdana" w:hAnsi="Verdana"/>
        </w:rPr>
        <w:t>níže uveden</w:t>
      </w:r>
      <w:r w:rsidR="00FB7211">
        <w:rPr>
          <w:rFonts w:ascii="Verdana" w:hAnsi="Verdana"/>
        </w:rPr>
        <w:t xml:space="preserve">é osoby splňující odbornou způsobilost v souladu s předpisem SŽ Zam1 </w:t>
      </w:r>
      <w:r>
        <w:rPr>
          <w:rFonts w:ascii="Verdana" w:hAnsi="Verdana"/>
        </w:rPr>
        <w:t>jsou</w:t>
      </w:r>
      <w:r w:rsidR="00FB7211">
        <w:rPr>
          <w:rFonts w:ascii="Verdana" w:hAnsi="Verdana"/>
        </w:rPr>
        <w:t xml:space="preserve"> </w:t>
      </w:r>
      <w:r>
        <w:rPr>
          <w:rFonts w:ascii="Verdana" w:hAnsi="Verdana"/>
        </w:rPr>
        <w:t>v pracovním nebo obdobném poměru</w:t>
      </w:r>
      <w:r w:rsidR="00FB7211">
        <w:rPr>
          <w:rFonts w:ascii="Verdana" w:hAnsi="Verdana"/>
        </w:rPr>
        <w:t xml:space="preserve"> k účastníkovi.</w:t>
      </w:r>
    </w:p>
    <w:p w14:paraId="53FECEAA" w14:textId="77777777" w:rsidR="00CB377A" w:rsidRDefault="00CB377A" w:rsidP="00CB377A">
      <w:pPr>
        <w:tabs>
          <w:tab w:val="num" w:pos="360"/>
        </w:tabs>
        <w:jc w:val="both"/>
        <w:rPr>
          <w:rFonts w:ascii="Verdana" w:hAnsi="Verdan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772"/>
        <w:gridCol w:w="2755"/>
        <w:gridCol w:w="4159"/>
      </w:tblGrid>
      <w:tr w:rsidR="00FB7211" w14:paraId="790221D6" w14:textId="77777777" w:rsidTr="00FB7211">
        <w:trPr>
          <w:cantSplit/>
        </w:trPr>
        <w:tc>
          <w:tcPr>
            <w:tcW w:w="102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714B2A7E" w14:textId="07EA1CE8" w:rsidR="00FB7211" w:rsidRDefault="00FB7211" w:rsidP="00BA484D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Odborná způsobilost</w:t>
            </w:r>
          </w:p>
        </w:tc>
        <w:tc>
          <w:tcPr>
            <w:tcW w:w="1586" w:type="pct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14:paraId="7F2172E5" w14:textId="38265069" w:rsidR="00FB7211" w:rsidRDefault="00FB7211" w:rsidP="00BA484D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Jméno a příjmení</w:t>
            </w:r>
          </w:p>
        </w:tc>
        <w:tc>
          <w:tcPr>
            <w:tcW w:w="2394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6BAA22B3" w14:textId="1E63F8B1" w:rsidR="00FB7211" w:rsidRDefault="00FB7211" w:rsidP="00BA484D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Zaměstnanecký poměr k účastníkovi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FB7211" w14:paraId="6B28E0B1" w14:textId="77777777" w:rsidTr="00FB7211">
        <w:trPr>
          <w:cantSplit/>
        </w:trPr>
        <w:sdt>
          <w:sdtPr>
            <w:rPr>
              <w:rFonts w:ascii="Verdana" w:hAnsi="Verdana"/>
            </w:rPr>
            <w:id w:val="804745449"/>
            <w:placeholder>
              <w:docPart w:val="7591A3CEB0CF44CA829DC529712762D5"/>
            </w:placeholder>
            <w:showingPlcHdr/>
          </w:sdtPr>
          <w:sdtEndPr/>
          <w:sdtContent>
            <w:tc>
              <w:tcPr>
                <w:tcW w:w="1020" w:type="pct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61D915D6" w14:textId="77777777" w:rsidR="00FB7211" w:rsidRDefault="00FB7211" w:rsidP="00FB7211">
                <w:pPr>
                  <w:jc w:val="center"/>
                  <w:rPr>
                    <w:rFonts w:ascii="Verdana" w:hAnsi="Verdana" w:cs="Times New Roman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066765905"/>
            <w:placeholder>
              <w:docPart w:val="424FC33EBFD04CFCB05F4E1EC251A56F"/>
            </w:placeholder>
            <w:showingPlcHdr/>
          </w:sdtPr>
          <w:sdtEndPr/>
          <w:sdtContent>
            <w:tc>
              <w:tcPr>
                <w:tcW w:w="1586" w:type="pct"/>
                <w:tcBorders>
                  <w:top w:val="nil"/>
                  <w:left w:val="nil"/>
                  <w:bottom w:val="single" w:sz="6" w:space="0" w:color="auto"/>
                  <w:right w:val="single" w:sz="6" w:space="0" w:color="auto"/>
                </w:tcBorders>
              </w:tcPr>
              <w:p w14:paraId="111B0AE3" w14:textId="0A0BB343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374544623"/>
            <w:placeholder>
              <w:docPart w:val="4E39395637AE4EF9B47EEBD8F0FB9DA4"/>
            </w:placeholder>
            <w:showingPlcHdr/>
          </w:sdtPr>
          <w:sdtEndPr/>
          <w:sdtContent>
            <w:tc>
              <w:tcPr>
                <w:tcW w:w="2394" w:type="pct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60279FC3" w14:textId="4141B720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B7211" w14:paraId="002845AE" w14:textId="77777777" w:rsidTr="00FB7211">
        <w:trPr>
          <w:cantSplit/>
        </w:trPr>
        <w:sdt>
          <w:sdtPr>
            <w:rPr>
              <w:rFonts w:ascii="Verdana" w:hAnsi="Verdana"/>
            </w:rPr>
            <w:id w:val="-246503261"/>
            <w:placeholder>
              <w:docPart w:val="6349F57A6C4247888AB8DA23F91BD2BE"/>
            </w:placeholder>
            <w:showingPlcHdr/>
          </w:sdtPr>
          <w:sdtEndPr/>
          <w:sdtContent>
            <w:tc>
              <w:tcPr>
                <w:tcW w:w="102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1A40D2E0" w14:textId="77777777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1399041800"/>
            <w:placeholder>
              <w:docPart w:val="AC9312B00E2C4D1AA0979561E4754E6C"/>
            </w:placeholder>
            <w:showingPlcHdr/>
          </w:sdtPr>
          <w:sdtEndPr/>
          <w:sdtContent>
            <w:tc>
              <w:tcPr>
                <w:tcW w:w="1586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</w:tcPr>
              <w:p w14:paraId="47AAC4CC" w14:textId="4B0B1CA0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697230593"/>
            <w:placeholder>
              <w:docPart w:val="184FA291A7FA49479B872B7D61105EF6"/>
            </w:placeholder>
            <w:showingPlcHdr/>
          </w:sdtPr>
          <w:sdtEndPr/>
          <w:sdtContent>
            <w:tc>
              <w:tcPr>
                <w:tcW w:w="2394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43E6967E" w14:textId="557D6C26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B7211" w14:paraId="2F5E82B3" w14:textId="77777777" w:rsidTr="00FB7211">
        <w:trPr>
          <w:cantSplit/>
        </w:trPr>
        <w:sdt>
          <w:sdtPr>
            <w:rPr>
              <w:rFonts w:ascii="Verdana" w:hAnsi="Verdana"/>
            </w:rPr>
            <w:id w:val="-413313961"/>
            <w:placeholder>
              <w:docPart w:val="92D0C7473F9E4868BFD43493447EC2E7"/>
            </w:placeholder>
            <w:showingPlcHdr/>
          </w:sdtPr>
          <w:sdtEndPr/>
          <w:sdtContent>
            <w:tc>
              <w:tcPr>
                <w:tcW w:w="102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405D8E3" w14:textId="77777777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408276940"/>
            <w:placeholder>
              <w:docPart w:val="669757814DD240279B64E51A7675AF49"/>
            </w:placeholder>
            <w:showingPlcHdr/>
          </w:sdtPr>
          <w:sdtEndPr/>
          <w:sdtContent>
            <w:tc>
              <w:tcPr>
                <w:tcW w:w="1586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</w:tcPr>
              <w:p w14:paraId="7EF76693" w14:textId="0F5FEF80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243716323"/>
            <w:placeholder>
              <w:docPart w:val="AECDE91404074DB7AEBBB00AE08BA635"/>
            </w:placeholder>
            <w:showingPlcHdr/>
          </w:sdtPr>
          <w:sdtEndPr/>
          <w:sdtContent>
            <w:tc>
              <w:tcPr>
                <w:tcW w:w="2394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0F5E4A8B" w14:textId="7D4C9B86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B7211" w14:paraId="4A6A3860" w14:textId="77777777" w:rsidTr="00FB7211">
        <w:trPr>
          <w:cantSplit/>
        </w:trPr>
        <w:sdt>
          <w:sdtPr>
            <w:rPr>
              <w:rFonts w:ascii="Verdana" w:hAnsi="Verdana"/>
            </w:rPr>
            <w:id w:val="-854186651"/>
            <w:placeholder>
              <w:docPart w:val="09422413791847F992340340FB803DD5"/>
            </w:placeholder>
            <w:showingPlcHdr/>
          </w:sdtPr>
          <w:sdtEndPr/>
          <w:sdtContent>
            <w:tc>
              <w:tcPr>
                <w:tcW w:w="102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7C8DC73" w14:textId="77777777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1131929667"/>
            <w:placeholder>
              <w:docPart w:val="E11A814CD548448097C3346A860D7014"/>
            </w:placeholder>
            <w:showingPlcHdr/>
          </w:sdtPr>
          <w:sdtEndPr/>
          <w:sdtContent>
            <w:tc>
              <w:tcPr>
                <w:tcW w:w="1586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</w:tcPr>
              <w:p w14:paraId="1C579755" w14:textId="7344B31F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216658253"/>
            <w:placeholder>
              <w:docPart w:val="9B541F4EAD14489697D0767184AF5882"/>
            </w:placeholder>
            <w:showingPlcHdr/>
          </w:sdtPr>
          <w:sdtEndPr/>
          <w:sdtContent>
            <w:tc>
              <w:tcPr>
                <w:tcW w:w="2394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4FBE164C" w14:textId="74272231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B7211" w14:paraId="25426489" w14:textId="77777777" w:rsidTr="00FB7211">
        <w:trPr>
          <w:cantSplit/>
        </w:trPr>
        <w:sdt>
          <w:sdtPr>
            <w:rPr>
              <w:rFonts w:ascii="Verdana" w:hAnsi="Verdana"/>
            </w:rPr>
            <w:id w:val="585116891"/>
            <w:placeholder>
              <w:docPart w:val="AF5D30C012D9405DBAFB0B23A2D52B01"/>
            </w:placeholder>
            <w:showingPlcHdr/>
          </w:sdtPr>
          <w:sdtEndPr/>
          <w:sdtContent>
            <w:tc>
              <w:tcPr>
                <w:tcW w:w="102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6801A1C0" w14:textId="77777777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1526863082"/>
            <w:placeholder>
              <w:docPart w:val="03C8784218D748D3BA8B06BAEC90AF7A"/>
            </w:placeholder>
            <w:showingPlcHdr/>
          </w:sdtPr>
          <w:sdtEndPr/>
          <w:sdtContent>
            <w:tc>
              <w:tcPr>
                <w:tcW w:w="1586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</w:tcPr>
              <w:p w14:paraId="4EF0AB74" w14:textId="0ED5F8A2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373051695"/>
            <w:placeholder>
              <w:docPart w:val="0CA58E2D772645CBBBB8A3FCFEBA5D7D"/>
            </w:placeholder>
            <w:showingPlcHdr/>
          </w:sdtPr>
          <w:sdtEndPr/>
          <w:sdtContent>
            <w:tc>
              <w:tcPr>
                <w:tcW w:w="2394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1A72BA7" w14:textId="67555026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B7211" w14:paraId="10EC8039" w14:textId="77777777" w:rsidTr="00FB7211">
        <w:trPr>
          <w:cantSplit/>
        </w:trPr>
        <w:sdt>
          <w:sdtPr>
            <w:rPr>
              <w:rFonts w:ascii="Verdana" w:hAnsi="Verdana"/>
            </w:rPr>
            <w:id w:val="-593859743"/>
            <w:placeholder>
              <w:docPart w:val="970F452A497F4CCEA79C2DE09179E48B"/>
            </w:placeholder>
            <w:showingPlcHdr/>
          </w:sdtPr>
          <w:sdtEndPr/>
          <w:sdtContent>
            <w:tc>
              <w:tcPr>
                <w:tcW w:w="102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7F179E74" w14:textId="77777777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1611045988"/>
            <w:placeholder>
              <w:docPart w:val="8EFEACA92A2F4BB3A9F828885BA33137"/>
            </w:placeholder>
            <w:showingPlcHdr/>
          </w:sdtPr>
          <w:sdtEndPr/>
          <w:sdtContent>
            <w:tc>
              <w:tcPr>
                <w:tcW w:w="1586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</w:tcPr>
              <w:p w14:paraId="30CBD95B" w14:textId="541F6F9F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755595397"/>
            <w:placeholder>
              <w:docPart w:val="72D9126FFEC04321ADD9E5B3864EF660"/>
            </w:placeholder>
            <w:showingPlcHdr/>
          </w:sdtPr>
          <w:sdtEndPr/>
          <w:sdtContent>
            <w:tc>
              <w:tcPr>
                <w:tcW w:w="2394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4826BB4E" w14:textId="01EE5F54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B7211" w14:paraId="1B93348B" w14:textId="77777777" w:rsidTr="00FB7211">
        <w:trPr>
          <w:cantSplit/>
        </w:trPr>
        <w:sdt>
          <w:sdtPr>
            <w:rPr>
              <w:rFonts w:ascii="Verdana" w:hAnsi="Verdana"/>
            </w:rPr>
            <w:id w:val="-411002862"/>
            <w:placeholder>
              <w:docPart w:val="1A35B4EE784B4475B14E3170C56F34C9"/>
            </w:placeholder>
            <w:showingPlcHdr/>
          </w:sdtPr>
          <w:sdtEndPr/>
          <w:sdtContent>
            <w:tc>
              <w:tcPr>
                <w:tcW w:w="102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BFFB8DD" w14:textId="77777777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747995881"/>
            <w:placeholder>
              <w:docPart w:val="BF928EB9EF2D44A289B03447439D77DA"/>
            </w:placeholder>
            <w:showingPlcHdr/>
          </w:sdtPr>
          <w:sdtEndPr/>
          <w:sdtContent>
            <w:tc>
              <w:tcPr>
                <w:tcW w:w="1586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</w:tcPr>
              <w:p w14:paraId="17145D45" w14:textId="644F1769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573467031"/>
            <w:placeholder>
              <w:docPart w:val="F007325B6F164AE49E69DA0C5215BAE6"/>
            </w:placeholder>
            <w:showingPlcHdr/>
          </w:sdtPr>
          <w:sdtEndPr/>
          <w:sdtContent>
            <w:tc>
              <w:tcPr>
                <w:tcW w:w="2394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7C63CBED" w14:textId="175E489D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B7211" w14:paraId="53EBD017" w14:textId="77777777" w:rsidTr="00FB7211">
        <w:trPr>
          <w:cantSplit/>
        </w:trPr>
        <w:sdt>
          <w:sdtPr>
            <w:rPr>
              <w:rFonts w:ascii="Verdana" w:hAnsi="Verdana"/>
            </w:rPr>
            <w:id w:val="1740521254"/>
            <w:placeholder>
              <w:docPart w:val="A18DADDC330C495DB4F117E2F394E219"/>
            </w:placeholder>
            <w:showingPlcHdr/>
          </w:sdtPr>
          <w:sdtEndPr/>
          <w:sdtContent>
            <w:tc>
              <w:tcPr>
                <w:tcW w:w="102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  <w:hideMark/>
              </w:tcPr>
              <w:p w14:paraId="79536C45" w14:textId="77777777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837230329"/>
            <w:placeholder>
              <w:docPart w:val="DF12440479CC45ECB66F25F1C8FE66C0"/>
            </w:placeholder>
            <w:showingPlcHdr/>
          </w:sdtPr>
          <w:sdtEndPr/>
          <w:sdtContent>
            <w:tc>
              <w:tcPr>
                <w:tcW w:w="1586" w:type="pct"/>
                <w:tcBorders>
                  <w:top w:val="single" w:sz="6" w:space="0" w:color="auto"/>
                  <w:left w:val="nil"/>
                  <w:bottom w:val="single" w:sz="12" w:space="0" w:color="auto"/>
                  <w:right w:val="single" w:sz="6" w:space="0" w:color="auto"/>
                </w:tcBorders>
              </w:tcPr>
              <w:p w14:paraId="690CA861" w14:textId="1E88792B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606504677"/>
            <w:placeholder>
              <w:docPart w:val="A012F016D1E3429E95D01FD280503539"/>
            </w:placeholder>
            <w:showingPlcHdr/>
          </w:sdtPr>
          <w:sdtEndPr/>
          <w:sdtContent>
            <w:tc>
              <w:tcPr>
                <w:tcW w:w="2394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  <w:hideMark/>
              </w:tcPr>
              <w:p w14:paraId="106D809D" w14:textId="034AD652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9AE005" w14:textId="77777777" w:rsidR="00CB377A" w:rsidRDefault="00CB377A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0890D53E" w14:textId="77777777" w:rsidR="00CB377A" w:rsidRDefault="00CB377A" w:rsidP="00CB377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14:paraId="4595C905" w14:textId="2558E759" w:rsidR="00CB377A" w:rsidRDefault="00CB377A" w:rsidP="002126E7">
      <w:pPr>
        <w:rPr>
          <w:lang w:eastAsia="cs-CZ"/>
        </w:rPr>
      </w:pPr>
    </w:p>
    <w:p w14:paraId="5EB00BF6" w14:textId="22FE69B7" w:rsidR="00CB377A" w:rsidRDefault="00CB377A" w:rsidP="002126E7">
      <w:pPr>
        <w:rPr>
          <w:lang w:eastAsia="cs-CZ"/>
        </w:rPr>
      </w:pPr>
    </w:p>
    <w:p w14:paraId="152A5EBC" w14:textId="62D694A6" w:rsidR="00CB377A" w:rsidRDefault="00CB377A" w:rsidP="002126E7">
      <w:pPr>
        <w:rPr>
          <w:lang w:eastAsia="cs-CZ"/>
        </w:rPr>
      </w:pPr>
    </w:p>
    <w:p w14:paraId="5D119FA3" w14:textId="07553BDA" w:rsidR="00CB377A" w:rsidRDefault="00CB377A" w:rsidP="002126E7">
      <w:pPr>
        <w:rPr>
          <w:lang w:eastAsia="cs-CZ"/>
        </w:rPr>
      </w:pPr>
    </w:p>
    <w:p w14:paraId="6BE5BC6F" w14:textId="63AFED66" w:rsidR="00CB377A" w:rsidRDefault="00CB377A" w:rsidP="002126E7">
      <w:pPr>
        <w:rPr>
          <w:lang w:eastAsia="cs-CZ"/>
        </w:rPr>
      </w:pPr>
    </w:p>
    <w:p w14:paraId="6F33507F" w14:textId="77777777" w:rsidR="00CB377A" w:rsidRDefault="00CB377A" w:rsidP="002126E7">
      <w:pPr>
        <w:rPr>
          <w:lang w:eastAsia="cs-CZ"/>
        </w:rPr>
      </w:pPr>
    </w:p>
    <w:p w14:paraId="5F9A69BD" w14:textId="29D7FABE" w:rsidR="006827CF" w:rsidRPr="00364FF2" w:rsidRDefault="006827CF" w:rsidP="00CB377A">
      <w:pPr>
        <w:pStyle w:val="Nadpis2"/>
        <w:numPr>
          <w:ilvl w:val="0"/>
          <w:numId w:val="39"/>
        </w:numPr>
        <w:rPr>
          <w:lang w:eastAsia="cs-CZ"/>
        </w:rPr>
      </w:pPr>
      <w:bookmarkStart w:id="13" w:name="_Toc212701506"/>
      <w:r w:rsidRPr="002126E7">
        <w:lastRenderedPageBreak/>
        <w:t>Čestné</w:t>
      </w:r>
      <w:r w:rsidRPr="00AC029F">
        <w:rPr>
          <w:rFonts w:eastAsia="Times New Roman"/>
        </w:rPr>
        <w:t xml:space="preserve"> prohlášení o oprávnění ke vstupu do provozované železniční dopravní cesty</w:t>
      </w:r>
      <w:bookmarkEnd w:id="13"/>
    </w:p>
    <w:p w14:paraId="6F45A6AC" w14:textId="77777777" w:rsidR="00AC029F" w:rsidRDefault="00AC029F" w:rsidP="006827CF">
      <w:pPr>
        <w:jc w:val="both"/>
        <w:rPr>
          <w:rFonts w:ascii="Verdana" w:hAnsi="Verdana"/>
        </w:rPr>
      </w:pPr>
    </w:p>
    <w:p w14:paraId="16F79DE9" w14:textId="5DBB234A" w:rsidR="006827CF" w:rsidRDefault="006827CF" w:rsidP="006827CF">
      <w:pPr>
        <w:jc w:val="both"/>
      </w:pPr>
      <w:r>
        <w:rPr>
          <w:rFonts w:ascii="Verdana" w:hAnsi="Verdana"/>
        </w:rPr>
        <w:t>Účastník, který podává tuto nabídku, tímto čestně prohlašuje, že</w:t>
      </w:r>
    </w:p>
    <w:p w14:paraId="41D7734B" w14:textId="49E6BADD" w:rsidR="006827CF" w:rsidRDefault="006827CF" w:rsidP="006827CF">
      <w:pPr>
        <w:jc w:val="both"/>
        <w:rPr>
          <w:rFonts w:ascii="Verdana" w:hAnsi="Verdana"/>
        </w:rPr>
      </w:pPr>
      <w:r w:rsidRPr="006827CF">
        <w:rPr>
          <w:rFonts w:ascii="Verdana" w:hAnsi="Verdana"/>
        </w:rPr>
        <w:t xml:space="preserve">do 30 dní od podpisu </w:t>
      </w:r>
      <w:r>
        <w:rPr>
          <w:rFonts w:ascii="Verdana" w:hAnsi="Verdana"/>
        </w:rPr>
        <w:t>smlouvy</w:t>
      </w:r>
      <w:r w:rsidRPr="006827CF">
        <w:rPr>
          <w:rFonts w:ascii="Verdana" w:hAnsi="Verdana"/>
        </w:rPr>
        <w:t xml:space="preserve"> nebo nejpozději v den zahájení prací</w:t>
      </w:r>
      <w:r w:rsidR="00AC029F">
        <w:rPr>
          <w:rFonts w:ascii="Verdana" w:hAnsi="Verdana"/>
        </w:rPr>
        <w:t xml:space="preserve">, </w:t>
      </w:r>
      <w:r w:rsidRPr="006827CF">
        <w:rPr>
          <w:rFonts w:ascii="Verdana" w:hAnsi="Verdana"/>
        </w:rPr>
        <w:t>v případě, že od podpisu smlouvy do zahájení prací bude méně než 30 dní</w:t>
      </w:r>
      <w:r w:rsidR="00AC029F">
        <w:rPr>
          <w:rFonts w:ascii="Verdana" w:hAnsi="Verdana"/>
        </w:rPr>
        <w:t>,</w:t>
      </w:r>
      <w:r w:rsidRPr="006827CF">
        <w:rPr>
          <w:rFonts w:ascii="Verdana" w:hAnsi="Verdana"/>
        </w:rPr>
        <w:t xml:space="preserve"> budou mít všichni jeho zaměstnanci a zaměstnanci poddodavatelů podílejících se na veřejné zakázce</w:t>
      </w:r>
      <w:r w:rsidR="00AC029F">
        <w:rPr>
          <w:rFonts w:ascii="Verdana" w:hAnsi="Verdana"/>
        </w:rPr>
        <w:t xml:space="preserve"> vydáno </w:t>
      </w:r>
      <w:r w:rsidRPr="006827CF">
        <w:rPr>
          <w:rFonts w:ascii="Verdana" w:hAnsi="Verdana"/>
        </w:rPr>
        <w:t>oprávnění ke vstupu do provozované železniční dopravní cesty.</w:t>
      </w:r>
    </w:p>
    <w:p w14:paraId="02756420" w14:textId="421C3432" w:rsidR="00F86FD9" w:rsidRDefault="00F86FD9" w:rsidP="002126E7">
      <w:pPr>
        <w:rPr>
          <w:lang w:eastAsia="cs-CZ"/>
        </w:rPr>
      </w:pPr>
    </w:p>
    <w:p w14:paraId="4F0B4871" w14:textId="7EE6EE90" w:rsidR="006827CF" w:rsidRDefault="006827CF" w:rsidP="002126E7">
      <w:pPr>
        <w:rPr>
          <w:lang w:eastAsia="cs-CZ"/>
        </w:rPr>
      </w:pPr>
    </w:p>
    <w:p w14:paraId="7C5B1081" w14:textId="4C95315A" w:rsidR="006827CF" w:rsidRDefault="006827CF" w:rsidP="002126E7">
      <w:pPr>
        <w:rPr>
          <w:lang w:eastAsia="cs-CZ"/>
        </w:rPr>
      </w:pPr>
    </w:p>
    <w:p w14:paraId="129339B7" w14:textId="3519EA29" w:rsidR="006827CF" w:rsidRDefault="006827CF" w:rsidP="002126E7">
      <w:pPr>
        <w:rPr>
          <w:lang w:eastAsia="cs-CZ"/>
        </w:rPr>
      </w:pPr>
    </w:p>
    <w:p w14:paraId="3E390814" w14:textId="2CF7B14C" w:rsidR="006827CF" w:rsidRDefault="006827CF" w:rsidP="002126E7">
      <w:pPr>
        <w:rPr>
          <w:lang w:eastAsia="cs-CZ"/>
        </w:rPr>
      </w:pPr>
    </w:p>
    <w:p w14:paraId="355975C5" w14:textId="74E948D5" w:rsidR="006827CF" w:rsidRDefault="006827CF" w:rsidP="002126E7">
      <w:pPr>
        <w:rPr>
          <w:lang w:eastAsia="cs-CZ"/>
        </w:rPr>
      </w:pPr>
    </w:p>
    <w:p w14:paraId="349BFBFB" w14:textId="5F1E9589" w:rsidR="006827CF" w:rsidRDefault="006827CF" w:rsidP="002126E7">
      <w:pPr>
        <w:rPr>
          <w:lang w:eastAsia="cs-CZ"/>
        </w:rPr>
      </w:pPr>
    </w:p>
    <w:p w14:paraId="335BA24E" w14:textId="5D6E55A3" w:rsidR="006827CF" w:rsidRDefault="006827CF" w:rsidP="002126E7">
      <w:pPr>
        <w:rPr>
          <w:lang w:eastAsia="cs-CZ"/>
        </w:rPr>
      </w:pPr>
    </w:p>
    <w:p w14:paraId="6CD83D1B" w14:textId="3EAD2E6B" w:rsidR="006827CF" w:rsidRDefault="006827CF" w:rsidP="002126E7">
      <w:pPr>
        <w:rPr>
          <w:lang w:eastAsia="cs-CZ"/>
        </w:rPr>
      </w:pPr>
    </w:p>
    <w:p w14:paraId="14DA9138" w14:textId="2001DCB9" w:rsidR="006827CF" w:rsidRDefault="006827CF" w:rsidP="002126E7">
      <w:pPr>
        <w:rPr>
          <w:lang w:eastAsia="cs-CZ"/>
        </w:rPr>
      </w:pPr>
    </w:p>
    <w:p w14:paraId="027D74B6" w14:textId="21F312E1" w:rsidR="006827CF" w:rsidRDefault="006827CF" w:rsidP="002126E7">
      <w:pPr>
        <w:rPr>
          <w:lang w:eastAsia="cs-CZ"/>
        </w:rPr>
      </w:pPr>
    </w:p>
    <w:p w14:paraId="05281464" w14:textId="6DA2F1DA" w:rsidR="006827CF" w:rsidRDefault="006827CF" w:rsidP="002126E7">
      <w:pPr>
        <w:rPr>
          <w:lang w:eastAsia="cs-CZ"/>
        </w:rPr>
      </w:pPr>
    </w:p>
    <w:p w14:paraId="1F253ADF" w14:textId="72504E75" w:rsidR="006827CF" w:rsidRDefault="006827CF" w:rsidP="002126E7">
      <w:pPr>
        <w:rPr>
          <w:lang w:eastAsia="cs-CZ"/>
        </w:rPr>
      </w:pPr>
    </w:p>
    <w:p w14:paraId="0DDEC95B" w14:textId="36DF5C6F" w:rsidR="006827CF" w:rsidRDefault="006827CF" w:rsidP="002126E7">
      <w:pPr>
        <w:rPr>
          <w:lang w:eastAsia="cs-CZ"/>
        </w:rPr>
      </w:pPr>
    </w:p>
    <w:p w14:paraId="31E9E6E4" w14:textId="754B8720" w:rsidR="006827CF" w:rsidRDefault="006827CF" w:rsidP="002126E7">
      <w:pPr>
        <w:rPr>
          <w:lang w:eastAsia="cs-CZ"/>
        </w:rPr>
      </w:pPr>
    </w:p>
    <w:p w14:paraId="6D8BCFB5" w14:textId="27AC40FA" w:rsidR="006827CF" w:rsidRDefault="006827CF" w:rsidP="002126E7">
      <w:pPr>
        <w:rPr>
          <w:lang w:eastAsia="cs-CZ"/>
        </w:rPr>
      </w:pPr>
    </w:p>
    <w:p w14:paraId="164571CB" w14:textId="012B2A5A" w:rsidR="006827CF" w:rsidRDefault="006827CF" w:rsidP="002126E7">
      <w:pPr>
        <w:rPr>
          <w:lang w:eastAsia="cs-CZ"/>
        </w:rPr>
      </w:pPr>
    </w:p>
    <w:p w14:paraId="70047B9C" w14:textId="7707035C" w:rsidR="006827CF" w:rsidRDefault="006827CF" w:rsidP="002126E7">
      <w:pPr>
        <w:rPr>
          <w:lang w:eastAsia="cs-CZ"/>
        </w:rPr>
      </w:pPr>
    </w:p>
    <w:p w14:paraId="6318D72E" w14:textId="4B03FC2B" w:rsidR="006827CF" w:rsidRDefault="006827CF" w:rsidP="002126E7">
      <w:pPr>
        <w:rPr>
          <w:lang w:eastAsia="cs-CZ"/>
        </w:rPr>
      </w:pPr>
    </w:p>
    <w:p w14:paraId="72EDCC25" w14:textId="27BD8F12" w:rsidR="006827CF" w:rsidRDefault="006827CF" w:rsidP="002126E7">
      <w:pPr>
        <w:rPr>
          <w:lang w:eastAsia="cs-CZ"/>
        </w:rPr>
      </w:pPr>
    </w:p>
    <w:p w14:paraId="2E26611C" w14:textId="11683229" w:rsidR="006827CF" w:rsidRDefault="006827CF" w:rsidP="002126E7">
      <w:pPr>
        <w:rPr>
          <w:lang w:eastAsia="cs-CZ"/>
        </w:rPr>
      </w:pPr>
    </w:p>
    <w:p w14:paraId="65591134" w14:textId="24F5EE94" w:rsidR="006827CF" w:rsidRDefault="006827CF" w:rsidP="002126E7">
      <w:pPr>
        <w:rPr>
          <w:lang w:eastAsia="cs-CZ"/>
        </w:rPr>
      </w:pPr>
    </w:p>
    <w:p w14:paraId="09CE72D2" w14:textId="77777777" w:rsidR="006827CF" w:rsidRDefault="006827CF" w:rsidP="002126E7">
      <w:pPr>
        <w:rPr>
          <w:lang w:eastAsia="cs-CZ"/>
        </w:rPr>
      </w:pPr>
    </w:p>
    <w:p w14:paraId="7B3BFE57" w14:textId="5A04366E" w:rsidR="006827CF" w:rsidRDefault="006827CF" w:rsidP="002126E7">
      <w:pPr>
        <w:rPr>
          <w:lang w:eastAsia="cs-CZ"/>
        </w:rPr>
      </w:pPr>
    </w:p>
    <w:p w14:paraId="6EA9131E" w14:textId="77777777" w:rsidR="00FB7211" w:rsidRDefault="00FB7211" w:rsidP="002126E7">
      <w:pPr>
        <w:rPr>
          <w:lang w:eastAsia="cs-CZ"/>
        </w:rPr>
      </w:pPr>
    </w:p>
    <w:p w14:paraId="0B34B067" w14:textId="528CE68C" w:rsidR="002126E7" w:rsidRDefault="002126E7" w:rsidP="002126E7">
      <w:pPr>
        <w:rPr>
          <w:lang w:eastAsia="cs-CZ"/>
        </w:rPr>
      </w:pPr>
      <w:r w:rsidRPr="0041226D">
        <w:rPr>
          <w:highlight w:val="yellow"/>
          <w:lang w:eastAsia="cs-CZ"/>
        </w:rPr>
        <w:t>V …………………… dne ………………………</w:t>
      </w:r>
    </w:p>
    <w:p w14:paraId="7F600D92" w14:textId="77777777" w:rsidR="002126E7" w:rsidRDefault="002126E7" w:rsidP="002126E7"/>
    <w:p w14:paraId="22F5960C" w14:textId="77777777" w:rsidR="002126E7" w:rsidRPr="0041226D" w:rsidRDefault="002126E7" w:rsidP="002126E7">
      <w:pPr>
        <w:rPr>
          <w:highlight w:val="yellow"/>
        </w:rPr>
      </w:pPr>
      <w:r w:rsidRPr="0041226D">
        <w:rPr>
          <w:highlight w:val="yellow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41226D">
        <w:rPr>
          <w:highlight w:val="yellow"/>
        </w:rPr>
        <w:t>funkce osoby</w:t>
      </w:r>
    </w:p>
    <w:p w14:paraId="7CE5FC24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E06E2E6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93B41BD" w14:textId="77777777" w:rsidR="002126E7" w:rsidRPr="008145D7" w:rsidRDefault="002126E7" w:rsidP="002126E7"/>
    <w:p w14:paraId="0DAC905F" w14:textId="77777777" w:rsidR="00B87D91" w:rsidRPr="00F0533E" w:rsidRDefault="00B87D91" w:rsidP="00F0533E"/>
    <w:sectPr w:rsidR="00B87D91" w:rsidRPr="00F0533E" w:rsidSect="003B0281">
      <w:headerReference w:type="first" r:id="rId16"/>
      <w:footerReference w:type="first" r:id="rId17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EA3CCA" w14:textId="77777777" w:rsidR="003B0281" w:rsidRDefault="003B0281" w:rsidP="00962258">
      <w:pPr>
        <w:spacing w:after="0" w:line="240" w:lineRule="auto"/>
      </w:pPr>
      <w:r>
        <w:separator/>
      </w:r>
    </w:p>
  </w:endnote>
  <w:endnote w:type="continuationSeparator" w:id="0">
    <w:p w14:paraId="3DFB73EF" w14:textId="77777777" w:rsidR="003B0281" w:rsidRDefault="003B028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611849B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5727606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1D2FAD66" w14:textId="77777777" w:rsidR="0024278E" w:rsidRDefault="0024278E" w:rsidP="0024278E">
          <w:pPr>
            <w:pStyle w:val="Zpat"/>
          </w:pPr>
          <w:r>
            <w:t>Oblastní ředitelství Ústí nad Labem</w:t>
          </w:r>
        </w:p>
        <w:p w14:paraId="491BE916" w14:textId="77777777" w:rsidR="0024278E" w:rsidRDefault="0024278E" w:rsidP="0024278E">
          <w:pPr>
            <w:pStyle w:val="Zpat"/>
          </w:pPr>
          <w:r>
            <w:t>Železničářská 1386/31</w:t>
          </w:r>
        </w:p>
        <w:p w14:paraId="3F9D14E1" w14:textId="4EC9D253" w:rsidR="00A327CB" w:rsidRDefault="0024278E" w:rsidP="0024278E">
          <w:pPr>
            <w:pStyle w:val="Zpat"/>
          </w:pPr>
          <w:r>
            <w:t>400 03 Ústí nad Labem</w:t>
          </w: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F91784" w14:textId="77777777" w:rsidR="003B0281" w:rsidRDefault="003B0281" w:rsidP="00962258">
      <w:pPr>
        <w:spacing w:after="0" w:line="240" w:lineRule="auto"/>
      </w:pPr>
      <w:r>
        <w:separator/>
      </w:r>
    </w:p>
  </w:footnote>
  <w:footnote w:type="continuationSeparator" w:id="0">
    <w:p w14:paraId="62120E0E" w14:textId="77777777" w:rsidR="003B0281" w:rsidRDefault="003B0281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3E9FFFAD" w14:textId="77777777" w:rsidR="009D6D1B" w:rsidRPr="00EB54C9" w:rsidRDefault="009D6D1B" w:rsidP="009D6D1B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  <w:footnote w:id="5">
    <w:p w14:paraId="073F982E" w14:textId="77777777" w:rsidR="00F86FD9" w:rsidRDefault="00F86FD9" w:rsidP="00F86FD9">
      <w:pPr>
        <w:pStyle w:val="Textpoznpodarou"/>
        <w:rPr>
          <w:rFonts w:ascii="Verdana" w:hAnsi="Verdana"/>
          <w:sz w:val="18"/>
        </w:rPr>
      </w:pPr>
      <w:r>
        <w:rPr>
          <w:rStyle w:val="Znakapoznpodarou"/>
          <w:rFonts w:ascii="Verdana" w:hAnsi="Verdana"/>
          <w:sz w:val="18"/>
        </w:rPr>
        <w:footnoteRef/>
      </w:r>
      <w:r>
        <w:rPr>
          <w:rFonts w:ascii="Verdana" w:hAnsi="Verdana"/>
          <w:sz w:val="18"/>
        </w:rPr>
        <w:t xml:space="preserve"> </w:t>
      </w:r>
      <w:r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6">
    <w:p w14:paraId="2DBDD00A" w14:textId="77777777" w:rsidR="00F86FD9" w:rsidRDefault="00F86FD9" w:rsidP="00F86FD9">
      <w:pPr>
        <w:pStyle w:val="Textpoznpodarou"/>
        <w:rPr>
          <w:rFonts w:ascii="Verdana" w:hAnsi="Verdana"/>
          <w:sz w:val="18"/>
        </w:rPr>
      </w:pPr>
      <w:r>
        <w:rPr>
          <w:rStyle w:val="Znakapoznpodarou"/>
          <w:rFonts w:ascii="Verdana" w:hAnsi="Verdana"/>
          <w:sz w:val="18"/>
        </w:rPr>
        <w:footnoteRef/>
      </w:r>
      <w:r>
        <w:rPr>
          <w:rFonts w:ascii="Verdana" w:hAnsi="Verdana"/>
          <w:sz w:val="18"/>
        </w:rPr>
        <w:t xml:space="preserve"> </w:t>
      </w:r>
      <w:r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5E09D6" w14:textId="4F00041E" w:rsidR="00A327CB" w:rsidRPr="00D6163D" w:rsidRDefault="00DF0F17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9504" behindDoc="0" locked="1" layoutInCell="1" allowOverlap="1" wp14:anchorId="4EAAC1F3" wp14:editId="7E953579">
          <wp:simplePos x="0" y="0"/>
          <wp:positionH relativeFrom="page">
            <wp:posOffset>1067435</wp:posOffset>
          </wp:positionH>
          <wp:positionV relativeFrom="page">
            <wp:posOffset>284480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00A505" w14:textId="45D37AAB" w:rsidR="00DF0F17" w:rsidRPr="00D6163D" w:rsidRDefault="00DF0F17" w:rsidP="00FC6389">
    <w:pPr>
      <w:pStyle w:val="Zhlav"/>
      <w:rPr>
        <w:sz w:val="8"/>
        <w:szCs w:val="8"/>
      </w:rPr>
    </w:pPr>
  </w:p>
  <w:p w14:paraId="57C7A002" w14:textId="77777777" w:rsidR="00DF0F17" w:rsidRPr="00460660" w:rsidRDefault="00DF0F17">
    <w:pPr>
      <w:pStyle w:val="Zhlav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E1FCA" w14:textId="33D69385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D7721"/>
    <w:multiLevelType w:val="hybridMultilevel"/>
    <w:tmpl w:val="E7C4CC10"/>
    <w:lvl w:ilvl="0" w:tplc="FFFFFFFF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C15B3"/>
    <w:multiLevelType w:val="hybridMultilevel"/>
    <w:tmpl w:val="6EF4E80A"/>
    <w:lvl w:ilvl="0" w:tplc="FFFFFFFF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1A66DD"/>
    <w:multiLevelType w:val="hybridMultilevel"/>
    <w:tmpl w:val="46B2AA36"/>
    <w:lvl w:ilvl="0" w:tplc="CA08520E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344B4C44"/>
    <w:multiLevelType w:val="multilevel"/>
    <w:tmpl w:val="CABE99FC"/>
    <w:numStyleLink w:val="ListNumbermultilevel"/>
  </w:abstractNum>
  <w:abstractNum w:abstractNumId="11" w15:restartNumberingAfterBreak="0">
    <w:nsid w:val="34EE549F"/>
    <w:multiLevelType w:val="multilevel"/>
    <w:tmpl w:val="CABE99FC"/>
    <w:numStyleLink w:val="ListNumbermultilevel"/>
  </w:abstractNum>
  <w:abstractNum w:abstractNumId="12" w15:restartNumberingAfterBreak="0">
    <w:nsid w:val="4ED57EA0"/>
    <w:multiLevelType w:val="hybridMultilevel"/>
    <w:tmpl w:val="E7C4CC10"/>
    <w:lvl w:ilvl="0" w:tplc="FFFFFFFF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C34E70"/>
    <w:multiLevelType w:val="hybridMultilevel"/>
    <w:tmpl w:val="D7B6FAFC"/>
    <w:lvl w:ilvl="0" w:tplc="FFFFFFFF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6AAF0A8C"/>
    <w:multiLevelType w:val="multilevel"/>
    <w:tmpl w:val="0D34D660"/>
    <w:numStyleLink w:val="ListBulletmultilevel"/>
  </w:abstractNum>
  <w:abstractNum w:abstractNumId="16" w15:restartNumberingAfterBreak="0">
    <w:nsid w:val="74070991"/>
    <w:multiLevelType w:val="multilevel"/>
    <w:tmpl w:val="CABE99FC"/>
    <w:numStyleLink w:val="ListNumbermultilevel"/>
  </w:abstractNum>
  <w:abstractNum w:abstractNumId="17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2797649">
    <w:abstractNumId w:val="4"/>
  </w:num>
  <w:num w:numId="2" w16cid:durableId="1343505779">
    <w:abstractNumId w:val="1"/>
  </w:num>
  <w:num w:numId="3" w16cid:durableId="36644355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69439814">
    <w:abstractNumId w:val="15"/>
  </w:num>
  <w:num w:numId="5" w16cid:durableId="936716183">
    <w:abstractNumId w:val="7"/>
  </w:num>
  <w:num w:numId="6" w16cid:durableId="238486101">
    <w:abstractNumId w:val="9"/>
  </w:num>
  <w:num w:numId="7" w16cid:durableId="339352961">
    <w:abstractNumId w:val="0"/>
  </w:num>
  <w:num w:numId="8" w16cid:durableId="1475830880">
    <w:abstractNumId w:val="10"/>
  </w:num>
  <w:num w:numId="9" w16cid:durableId="166018768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91498478">
    <w:abstractNumId w:val="9"/>
  </w:num>
  <w:num w:numId="11" w16cid:durableId="1966692048">
    <w:abstractNumId w:val="1"/>
  </w:num>
  <w:num w:numId="12" w16cid:durableId="399527443">
    <w:abstractNumId w:val="9"/>
  </w:num>
  <w:num w:numId="13" w16cid:durableId="990137806">
    <w:abstractNumId w:val="9"/>
  </w:num>
  <w:num w:numId="14" w16cid:durableId="1876036795">
    <w:abstractNumId w:val="9"/>
  </w:num>
  <w:num w:numId="15" w16cid:durableId="1365212209">
    <w:abstractNumId w:val="9"/>
  </w:num>
  <w:num w:numId="16" w16cid:durableId="1752311740">
    <w:abstractNumId w:val="16"/>
  </w:num>
  <w:num w:numId="17" w16cid:durableId="2043087175">
    <w:abstractNumId w:val="4"/>
  </w:num>
  <w:num w:numId="18" w16cid:durableId="1108697704">
    <w:abstractNumId w:val="16"/>
  </w:num>
  <w:num w:numId="19" w16cid:durableId="20520763">
    <w:abstractNumId w:val="16"/>
  </w:num>
  <w:num w:numId="20" w16cid:durableId="361437843">
    <w:abstractNumId w:val="16"/>
  </w:num>
  <w:num w:numId="21" w16cid:durableId="1250191931">
    <w:abstractNumId w:val="16"/>
  </w:num>
  <w:num w:numId="22" w16cid:durableId="252128443">
    <w:abstractNumId w:val="9"/>
  </w:num>
  <w:num w:numId="23" w16cid:durableId="275868757">
    <w:abstractNumId w:val="1"/>
  </w:num>
  <w:num w:numId="24" w16cid:durableId="992412066">
    <w:abstractNumId w:val="9"/>
  </w:num>
  <w:num w:numId="25" w16cid:durableId="1195577201">
    <w:abstractNumId w:val="9"/>
  </w:num>
  <w:num w:numId="26" w16cid:durableId="117993755">
    <w:abstractNumId w:val="9"/>
  </w:num>
  <w:num w:numId="27" w16cid:durableId="100808133">
    <w:abstractNumId w:val="9"/>
  </w:num>
  <w:num w:numId="28" w16cid:durableId="2064477989">
    <w:abstractNumId w:val="16"/>
  </w:num>
  <w:num w:numId="29" w16cid:durableId="1728871732">
    <w:abstractNumId w:val="4"/>
  </w:num>
  <w:num w:numId="30" w16cid:durableId="933515539">
    <w:abstractNumId w:val="16"/>
  </w:num>
  <w:num w:numId="31" w16cid:durableId="1045980920">
    <w:abstractNumId w:val="16"/>
  </w:num>
  <w:num w:numId="32" w16cid:durableId="362248526">
    <w:abstractNumId w:val="16"/>
  </w:num>
  <w:num w:numId="33" w16cid:durableId="1196844823">
    <w:abstractNumId w:val="16"/>
  </w:num>
  <w:num w:numId="34" w16cid:durableId="1676372640">
    <w:abstractNumId w:val="5"/>
  </w:num>
  <w:num w:numId="35" w16cid:durableId="923610062">
    <w:abstractNumId w:val="18"/>
  </w:num>
  <w:num w:numId="36" w16cid:durableId="438725831">
    <w:abstractNumId w:val="2"/>
  </w:num>
  <w:num w:numId="37" w16cid:durableId="1667829562">
    <w:abstractNumId w:val="17"/>
  </w:num>
  <w:num w:numId="38" w16cid:durableId="1979993621">
    <w:abstractNumId w:val="3"/>
  </w:num>
  <w:num w:numId="39" w16cid:durableId="607398328">
    <w:abstractNumId w:val="8"/>
  </w:num>
  <w:num w:numId="40" w16cid:durableId="1493907621">
    <w:abstractNumId w:val="13"/>
  </w:num>
  <w:num w:numId="41" w16cid:durableId="315040366">
    <w:abstractNumId w:val="12"/>
  </w:num>
  <w:num w:numId="42" w16cid:durableId="642933404">
    <w:abstractNumId w:val="6"/>
  </w:num>
  <w:num w:numId="43" w16cid:durableId="428625779">
    <w:abstractNumId w:val="14"/>
  </w:num>
  <w:num w:numId="44" w16cid:durableId="1079907601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55"/>
    <w:rsid w:val="00035994"/>
    <w:rsid w:val="00044EAF"/>
    <w:rsid w:val="00045E47"/>
    <w:rsid w:val="00072C1E"/>
    <w:rsid w:val="00086B78"/>
    <w:rsid w:val="00097793"/>
    <w:rsid w:val="000A412D"/>
    <w:rsid w:val="000E23A7"/>
    <w:rsid w:val="000F5766"/>
    <w:rsid w:val="000F7070"/>
    <w:rsid w:val="0010693F"/>
    <w:rsid w:val="00114472"/>
    <w:rsid w:val="00154203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10DFF"/>
    <w:rsid w:val="002126E7"/>
    <w:rsid w:val="002243A8"/>
    <w:rsid w:val="00224560"/>
    <w:rsid w:val="00225620"/>
    <w:rsid w:val="002305E9"/>
    <w:rsid w:val="0023070F"/>
    <w:rsid w:val="0024278E"/>
    <w:rsid w:val="00256CAA"/>
    <w:rsid w:val="002767CC"/>
    <w:rsid w:val="002779DE"/>
    <w:rsid w:val="00280E07"/>
    <w:rsid w:val="00293E5A"/>
    <w:rsid w:val="002B65F0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1964"/>
    <w:rsid w:val="00354C5C"/>
    <w:rsid w:val="00357BC6"/>
    <w:rsid w:val="0036634F"/>
    <w:rsid w:val="003956C6"/>
    <w:rsid w:val="0039730F"/>
    <w:rsid w:val="003B0281"/>
    <w:rsid w:val="003B596F"/>
    <w:rsid w:val="003F0F20"/>
    <w:rsid w:val="0041226D"/>
    <w:rsid w:val="00417301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34B"/>
    <w:rsid w:val="00557C28"/>
    <w:rsid w:val="005736B7"/>
    <w:rsid w:val="00575E5A"/>
    <w:rsid w:val="005B219F"/>
    <w:rsid w:val="005D7E39"/>
    <w:rsid w:val="005F1404"/>
    <w:rsid w:val="0061068E"/>
    <w:rsid w:val="00613242"/>
    <w:rsid w:val="00626DB3"/>
    <w:rsid w:val="00633D9C"/>
    <w:rsid w:val="00652199"/>
    <w:rsid w:val="00654420"/>
    <w:rsid w:val="00660AD3"/>
    <w:rsid w:val="00670394"/>
    <w:rsid w:val="0067079F"/>
    <w:rsid w:val="0067790F"/>
    <w:rsid w:val="00677B7F"/>
    <w:rsid w:val="006827CF"/>
    <w:rsid w:val="0068414E"/>
    <w:rsid w:val="006A5570"/>
    <w:rsid w:val="006A689C"/>
    <w:rsid w:val="006B3485"/>
    <w:rsid w:val="006B3D79"/>
    <w:rsid w:val="006C1243"/>
    <w:rsid w:val="006C2F26"/>
    <w:rsid w:val="006D7AFE"/>
    <w:rsid w:val="006E0578"/>
    <w:rsid w:val="006E314D"/>
    <w:rsid w:val="006E5C6C"/>
    <w:rsid w:val="006E73DC"/>
    <w:rsid w:val="006F3330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4EE2"/>
    <w:rsid w:val="007C589B"/>
    <w:rsid w:val="007E4A6E"/>
    <w:rsid w:val="007F56A7"/>
    <w:rsid w:val="0080617A"/>
    <w:rsid w:val="00807DD0"/>
    <w:rsid w:val="00833DB8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58F5"/>
    <w:rsid w:val="008F6F10"/>
    <w:rsid w:val="00904780"/>
    <w:rsid w:val="00913092"/>
    <w:rsid w:val="009138A5"/>
    <w:rsid w:val="00922385"/>
    <w:rsid w:val="009223DF"/>
    <w:rsid w:val="00923DE9"/>
    <w:rsid w:val="00924ACC"/>
    <w:rsid w:val="00936091"/>
    <w:rsid w:val="00940D8A"/>
    <w:rsid w:val="00962258"/>
    <w:rsid w:val="009642AA"/>
    <w:rsid w:val="009678B7"/>
    <w:rsid w:val="009771C9"/>
    <w:rsid w:val="00982B70"/>
    <w:rsid w:val="009833E1"/>
    <w:rsid w:val="00992D9C"/>
    <w:rsid w:val="00996617"/>
    <w:rsid w:val="00996CB8"/>
    <w:rsid w:val="00997D3D"/>
    <w:rsid w:val="009A7255"/>
    <w:rsid w:val="009B14A9"/>
    <w:rsid w:val="009B2E97"/>
    <w:rsid w:val="009C261E"/>
    <w:rsid w:val="009D3107"/>
    <w:rsid w:val="009D6D1B"/>
    <w:rsid w:val="009E07F4"/>
    <w:rsid w:val="009F392E"/>
    <w:rsid w:val="00A07EA0"/>
    <w:rsid w:val="00A327CB"/>
    <w:rsid w:val="00A6177B"/>
    <w:rsid w:val="00A66136"/>
    <w:rsid w:val="00A92E7F"/>
    <w:rsid w:val="00A93A74"/>
    <w:rsid w:val="00AA4CBB"/>
    <w:rsid w:val="00AA65FA"/>
    <w:rsid w:val="00AA7351"/>
    <w:rsid w:val="00AC029F"/>
    <w:rsid w:val="00AC1810"/>
    <w:rsid w:val="00AC4D2D"/>
    <w:rsid w:val="00AD056F"/>
    <w:rsid w:val="00AD6731"/>
    <w:rsid w:val="00AD7683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15E30"/>
    <w:rsid w:val="00C16025"/>
    <w:rsid w:val="00C228EE"/>
    <w:rsid w:val="00C3428A"/>
    <w:rsid w:val="00C44F6A"/>
    <w:rsid w:val="00C47AE3"/>
    <w:rsid w:val="00C636FB"/>
    <w:rsid w:val="00C72EA6"/>
    <w:rsid w:val="00C87B78"/>
    <w:rsid w:val="00CA687D"/>
    <w:rsid w:val="00CB377A"/>
    <w:rsid w:val="00CD1FC4"/>
    <w:rsid w:val="00D21061"/>
    <w:rsid w:val="00D4108E"/>
    <w:rsid w:val="00D6163D"/>
    <w:rsid w:val="00D73D46"/>
    <w:rsid w:val="00D831A3"/>
    <w:rsid w:val="00D84CC0"/>
    <w:rsid w:val="00DC75F3"/>
    <w:rsid w:val="00DC7F2A"/>
    <w:rsid w:val="00DD1FD2"/>
    <w:rsid w:val="00DD46F3"/>
    <w:rsid w:val="00DE1BFA"/>
    <w:rsid w:val="00DE56F2"/>
    <w:rsid w:val="00DF0F17"/>
    <w:rsid w:val="00DF116D"/>
    <w:rsid w:val="00E34137"/>
    <w:rsid w:val="00E34D19"/>
    <w:rsid w:val="00E36C4A"/>
    <w:rsid w:val="00E46950"/>
    <w:rsid w:val="00E85D44"/>
    <w:rsid w:val="00EA02CF"/>
    <w:rsid w:val="00EA444A"/>
    <w:rsid w:val="00EB104F"/>
    <w:rsid w:val="00EC18DE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239B"/>
    <w:rsid w:val="00F5558F"/>
    <w:rsid w:val="00F659EB"/>
    <w:rsid w:val="00F76E9F"/>
    <w:rsid w:val="00F80B46"/>
    <w:rsid w:val="00F814D9"/>
    <w:rsid w:val="00F81A4E"/>
    <w:rsid w:val="00F86BA6"/>
    <w:rsid w:val="00F86FD9"/>
    <w:rsid w:val="00FA0883"/>
    <w:rsid w:val="00FB7211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customStyle="1" w:styleId="tabulka">
    <w:name w:val="tabulka"/>
    <w:basedOn w:val="Normln"/>
    <w:uiPriority w:val="99"/>
    <w:rsid w:val="00F86FD9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aodst">
    <w:name w:val="a) odst."/>
    <w:basedOn w:val="Normln"/>
    <w:link w:val="aodstChar"/>
    <w:qFormat/>
    <w:rsid w:val="009D6D1B"/>
    <w:pPr>
      <w:numPr>
        <w:ilvl w:val="1"/>
        <w:numId w:val="43"/>
      </w:numPr>
      <w:spacing w:before="120" w:after="120"/>
      <w:jc w:val="both"/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9D6D1B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9D6D1B"/>
    <w:pPr>
      <w:numPr>
        <w:ilvl w:val="2"/>
        <w:numId w:val="43"/>
      </w:numPr>
      <w:spacing w:before="120" w:after="120"/>
      <w:jc w:val="both"/>
    </w:pPr>
  </w:style>
  <w:style w:type="character" w:customStyle="1" w:styleId="iodstChar">
    <w:name w:val="i. odst. Char"/>
    <w:basedOn w:val="Standardnpsmoodstavce"/>
    <w:link w:val="iodst"/>
    <w:rsid w:val="009D6D1B"/>
  </w:style>
  <w:style w:type="character" w:customStyle="1" w:styleId="Kurzvatun">
    <w:name w:val="Kurzíva tučně"/>
    <w:basedOn w:val="Standardnpsmoodstavce"/>
    <w:uiPriority w:val="1"/>
    <w:qFormat/>
    <w:rsid w:val="009D6D1B"/>
    <w:rPr>
      <w:rFonts w:asciiTheme="minorHAnsi" w:hAnsiTheme="minorHAnsi"/>
      <w:b/>
      <w:i/>
      <w:sz w:val="18"/>
    </w:rPr>
  </w:style>
  <w:style w:type="paragraph" w:customStyle="1" w:styleId="Textbezodsazen">
    <w:name w:val="_Text_bez_odsazení"/>
    <w:basedOn w:val="Normln"/>
    <w:link w:val="TextbezodsazenChar"/>
    <w:qFormat/>
    <w:rsid w:val="00AD7683"/>
    <w:pPr>
      <w:spacing w:after="120"/>
      <w:jc w:val="both"/>
    </w:pPr>
    <w:rPr>
      <w:rFonts w:ascii="Verdana" w:hAnsi="Verdana"/>
    </w:rPr>
  </w:style>
  <w:style w:type="character" w:customStyle="1" w:styleId="TextbezodsazenChar">
    <w:name w:val="_Text_bez_odsazení Char"/>
    <w:basedOn w:val="Standardnpsmoodstavce"/>
    <w:link w:val="Textbezodsazen"/>
    <w:rsid w:val="00AD7683"/>
    <w:rPr>
      <w:rFonts w:ascii="Verdana" w:hAnsi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aspi://module='ASPI'&amp;link='134/2016%20Sb.%2523'&amp;ucin-k-dni='30.12.9999'" TargetMode="Externa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BD1018FEB8D43CB9D52E2F9495FF1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FA75D3-296B-43FA-86B6-2591638FFABC}"/>
      </w:docPartPr>
      <w:docPartBody>
        <w:p w:rsidR="00AE45FC" w:rsidRDefault="00495FA0" w:rsidP="00495FA0">
          <w:pPr>
            <w:pStyle w:val="0BD1018FEB8D43CB9D52E2F9495FF1A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65428E6DE9194E5387E153755E89B0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B89CF5-6E74-471E-86C0-4F4CDFD5670D}"/>
      </w:docPartPr>
      <w:docPartBody>
        <w:p w:rsidR="00AE45FC" w:rsidRDefault="00495FA0" w:rsidP="00495FA0">
          <w:pPr>
            <w:pStyle w:val="65428E6DE9194E5387E153755E89B02B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3BD0F25702A2479682EA42111C2956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B23AB0-B885-460C-A06B-A916790124C7}"/>
      </w:docPartPr>
      <w:docPartBody>
        <w:p w:rsidR="00AE45FC" w:rsidRDefault="00495FA0" w:rsidP="00495FA0">
          <w:pPr>
            <w:pStyle w:val="3BD0F25702A2479682EA42111C29562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A141EA40974E7889EBCE53618FFF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D2FEF9-E62A-4029-9DA7-85523F315490}"/>
      </w:docPartPr>
      <w:docPartBody>
        <w:p w:rsidR="00AE45FC" w:rsidRDefault="00495FA0" w:rsidP="00495FA0">
          <w:pPr>
            <w:pStyle w:val="4EA141EA40974E7889EBCE53618FFF7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ABEAB1C1D75492B87E99FAFD34CAF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208C2A-1782-4783-A8C2-04EA51912467}"/>
      </w:docPartPr>
      <w:docPartBody>
        <w:p w:rsidR="00AE45FC" w:rsidRDefault="00495FA0" w:rsidP="00495FA0">
          <w:pPr>
            <w:pStyle w:val="4ABEAB1C1D75492B87E99FAFD34CAFE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59443CFE69840499A54505DC3AE6A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4E3FC0-B6D4-4FF9-9A87-FFA289ECC71F}"/>
      </w:docPartPr>
      <w:docPartBody>
        <w:p w:rsidR="00AE45FC" w:rsidRDefault="00495FA0" w:rsidP="00495FA0">
          <w:pPr>
            <w:pStyle w:val="759443CFE69840499A54505DC3AE6A4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51B40D9DB7E0449F96C062ED23429E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6666F2-F0ED-4373-81A7-EB4C647E02FB}"/>
      </w:docPartPr>
      <w:docPartBody>
        <w:p w:rsidR="00AE45FC" w:rsidRDefault="00495FA0" w:rsidP="00495FA0">
          <w:pPr>
            <w:pStyle w:val="51B40D9DB7E0449F96C062ED23429E8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069F72DEC41846EDB36F5EEC4A661C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7F6311-3D7D-46C0-ABC5-8FF2BAFACFFF}"/>
      </w:docPartPr>
      <w:docPartBody>
        <w:p w:rsidR="00AE45FC" w:rsidRDefault="00495FA0" w:rsidP="00495FA0">
          <w:pPr>
            <w:pStyle w:val="069F72DEC41846EDB36F5EEC4A661C1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E072CE91767430CAA9D9F66555756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2EE478-B5AE-49C9-AF55-C3041654F310}"/>
      </w:docPartPr>
      <w:docPartBody>
        <w:p w:rsidR="00AE45FC" w:rsidRDefault="00495FA0" w:rsidP="00495FA0">
          <w:pPr>
            <w:pStyle w:val="9E072CE91767430CAA9D9F66555756D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3F732DF9FF94D63B17EAAE5B7A0D3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B1F115-E51F-43B4-92AA-45233A92F1C2}"/>
      </w:docPartPr>
      <w:docPartBody>
        <w:p w:rsidR="00AE45FC" w:rsidRDefault="00495FA0" w:rsidP="00495FA0">
          <w:pPr>
            <w:pStyle w:val="C3F732DF9FF94D63B17EAAE5B7A0D3D2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589BA781246449CBB8DA87AAFB3C1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2CA653-0B62-4844-BED3-6805FD25B7F6}"/>
      </w:docPartPr>
      <w:docPartBody>
        <w:p w:rsidR="00AE45FC" w:rsidRDefault="00495FA0" w:rsidP="00495FA0">
          <w:pPr>
            <w:pStyle w:val="A589BA781246449CBB8DA87AAFB3C1B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3D2F334D1974AA98D1D89B18047EB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EEA4E1-0E77-44C1-A27C-D04D919E87B0}"/>
      </w:docPartPr>
      <w:docPartBody>
        <w:p w:rsidR="00AE45FC" w:rsidRDefault="00495FA0" w:rsidP="00495FA0">
          <w:pPr>
            <w:pStyle w:val="C3D2F334D1974AA98D1D89B18047EBA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D56A3AB9E81045F5A4F98BD29323BF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C175DE-C1FE-4CFB-A265-45DE0001DA8C}"/>
      </w:docPartPr>
      <w:docPartBody>
        <w:p w:rsidR="00AE45FC" w:rsidRDefault="00495FA0" w:rsidP="00495FA0">
          <w:pPr>
            <w:pStyle w:val="D56A3AB9E81045F5A4F98BD29323BF4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09C3C0DC3294D51935896771B677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507AF9-30A1-4D88-B9B3-13E12F86C748}"/>
      </w:docPartPr>
      <w:docPartBody>
        <w:p w:rsidR="00AE45FC" w:rsidRDefault="00495FA0" w:rsidP="00495FA0">
          <w:pPr>
            <w:pStyle w:val="909C3C0DC3294D51935896771B67781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FC36EA2621E849D7A81FBB62976875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AE8547-4F87-4A64-9534-299B0B8F9597}"/>
      </w:docPartPr>
      <w:docPartBody>
        <w:p w:rsidR="00AE45FC" w:rsidRDefault="00495FA0" w:rsidP="00495FA0">
          <w:pPr>
            <w:pStyle w:val="FC36EA2621E849D7A81FBB6297687589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28CD3796040C4292BAC524A34C532B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AF57F3-4DDB-497E-BAFE-E14AF8EA28A5}"/>
      </w:docPartPr>
      <w:docPartBody>
        <w:p w:rsidR="00AE45FC" w:rsidRDefault="00495FA0" w:rsidP="00495FA0">
          <w:pPr>
            <w:pStyle w:val="28CD3796040C4292BAC524A34C532B96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591A3CEB0CF44CA829DC529712762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10CC19-E430-4535-A17B-28B54610DE25}"/>
      </w:docPartPr>
      <w:docPartBody>
        <w:p w:rsidR="005E17D6" w:rsidRDefault="00E93E15" w:rsidP="00E93E15">
          <w:pPr>
            <w:pStyle w:val="7591A3CEB0CF44CA829DC529712762D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24FC33EBFD04CFCB05F4E1EC251A5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6F1A0B-4BBE-4223-929E-E8DC7BF4FD8C}"/>
      </w:docPartPr>
      <w:docPartBody>
        <w:p w:rsidR="005E17D6" w:rsidRDefault="00E93E15" w:rsidP="00E93E15">
          <w:pPr>
            <w:pStyle w:val="424FC33EBFD04CFCB05F4E1EC251A56F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39395637AE4EF9B47EEBD8F0FB9D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BBE3B4-4260-44F5-B608-E943A56D2D80}"/>
      </w:docPartPr>
      <w:docPartBody>
        <w:p w:rsidR="005E17D6" w:rsidRDefault="00E93E15" w:rsidP="00E93E15">
          <w:pPr>
            <w:pStyle w:val="4E39395637AE4EF9B47EEBD8F0FB9DA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6349F57A6C4247888AB8DA23F91BD2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82C068-808F-47FE-991F-9E9429FDA1DA}"/>
      </w:docPartPr>
      <w:docPartBody>
        <w:p w:rsidR="005E17D6" w:rsidRDefault="00E93E15" w:rsidP="00E93E15">
          <w:pPr>
            <w:pStyle w:val="6349F57A6C4247888AB8DA23F91BD2BE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C9312B00E2C4D1AA0979561E4754E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27B5C3-F114-4D08-8678-07E92F87193C}"/>
      </w:docPartPr>
      <w:docPartBody>
        <w:p w:rsidR="005E17D6" w:rsidRDefault="00E93E15" w:rsidP="00E93E15">
          <w:pPr>
            <w:pStyle w:val="AC9312B00E2C4D1AA0979561E4754E6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184FA291A7FA49479B872B7D61105E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9D56FF-28A8-448D-9A8A-5688CFEEC341}"/>
      </w:docPartPr>
      <w:docPartBody>
        <w:p w:rsidR="005E17D6" w:rsidRDefault="00E93E15" w:rsidP="00E93E15">
          <w:pPr>
            <w:pStyle w:val="184FA291A7FA49479B872B7D61105EF6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2D0C7473F9E4868BFD43493447EC2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AA6C56-6B66-4AC2-A8D3-C379E4EABA99}"/>
      </w:docPartPr>
      <w:docPartBody>
        <w:p w:rsidR="005E17D6" w:rsidRDefault="00E93E15" w:rsidP="00E93E15">
          <w:pPr>
            <w:pStyle w:val="92D0C7473F9E4868BFD43493447EC2E7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669757814DD240279B64E51A7675AF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7F39FB-61F4-40F4-A4BC-0967097B35B1}"/>
      </w:docPartPr>
      <w:docPartBody>
        <w:p w:rsidR="005E17D6" w:rsidRDefault="00E93E15" w:rsidP="00E93E15">
          <w:pPr>
            <w:pStyle w:val="669757814DD240279B64E51A7675AF49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ECDE91404074DB7AEBBB00AE08BA6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9947DA-8408-42F6-9337-E4F41D187210}"/>
      </w:docPartPr>
      <w:docPartBody>
        <w:p w:rsidR="005E17D6" w:rsidRDefault="00E93E15" w:rsidP="00E93E15">
          <w:pPr>
            <w:pStyle w:val="AECDE91404074DB7AEBBB00AE08BA63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09422413791847F992340340FB803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3D223C-F97B-4910-BB29-6D33AA93BBAE}"/>
      </w:docPartPr>
      <w:docPartBody>
        <w:p w:rsidR="005E17D6" w:rsidRDefault="00E93E15" w:rsidP="00E93E15">
          <w:pPr>
            <w:pStyle w:val="09422413791847F992340340FB803DD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E11A814CD548448097C3346A860D70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B73CF6-77F2-4782-8183-3ADDF465408F}"/>
      </w:docPartPr>
      <w:docPartBody>
        <w:p w:rsidR="005E17D6" w:rsidRDefault="00E93E15" w:rsidP="00E93E15">
          <w:pPr>
            <w:pStyle w:val="E11A814CD548448097C3346A860D701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B541F4EAD14489697D0767184AF58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0AEB5-5A1F-4108-8E3F-131B810675F9}"/>
      </w:docPartPr>
      <w:docPartBody>
        <w:p w:rsidR="005E17D6" w:rsidRDefault="00E93E15" w:rsidP="00E93E15">
          <w:pPr>
            <w:pStyle w:val="9B541F4EAD14489697D0767184AF5882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F5D30C012D9405DBAFB0B23A2D52B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D1B3D5-F052-46B9-B90D-092A998E2B31}"/>
      </w:docPartPr>
      <w:docPartBody>
        <w:p w:rsidR="005E17D6" w:rsidRDefault="00E93E15" w:rsidP="00E93E15">
          <w:pPr>
            <w:pStyle w:val="AF5D30C012D9405DBAFB0B23A2D52B01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03C8784218D748D3BA8B06BAEC90AF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23D596-3326-49F0-8A2A-7558B32E0DE1}"/>
      </w:docPartPr>
      <w:docPartBody>
        <w:p w:rsidR="005E17D6" w:rsidRDefault="00E93E15" w:rsidP="00E93E15">
          <w:pPr>
            <w:pStyle w:val="03C8784218D748D3BA8B06BAEC90AF7A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0CA58E2D772645CBBBB8A3FCFEBA5D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759314-A2A6-4ED5-9D70-06A5EA51A850}"/>
      </w:docPartPr>
      <w:docPartBody>
        <w:p w:rsidR="005E17D6" w:rsidRDefault="00E93E15" w:rsidP="00E93E15">
          <w:pPr>
            <w:pStyle w:val="0CA58E2D772645CBBBB8A3FCFEBA5D7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70F452A497F4CCEA79C2DE09179E4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6B6645-8812-4BEE-AB14-B89FB8466B16}"/>
      </w:docPartPr>
      <w:docPartBody>
        <w:p w:rsidR="005E17D6" w:rsidRDefault="00E93E15" w:rsidP="00E93E15">
          <w:pPr>
            <w:pStyle w:val="970F452A497F4CCEA79C2DE09179E48B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8EFEACA92A2F4BB3A9F828885BA331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E2980-0615-4F6A-A160-3BE43E81D168}"/>
      </w:docPartPr>
      <w:docPartBody>
        <w:p w:rsidR="005E17D6" w:rsidRDefault="00E93E15" w:rsidP="00E93E15">
          <w:pPr>
            <w:pStyle w:val="8EFEACA92A2F4BB3A9F828885BA33137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2D9126FFEC04321ADD9E5B3864EF6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C5E8CD-C0A0-43FF-A7CA-A608A8806A81}"/>
      </w:docPartPr>
      <w:docPartBody>
        <w:p w:rsidR="005E17D6" w:rsidRDefault="00E93E15" w:rsidP="00E93E15">
          <w:pPr>
            <w:pStyle w:val="72D9126FFEC04321ADD9E5B3864EF660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1A35B4EE784B4475B14E3170C56F34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34E751-227B-4E7A-B95C-8704FA285774}"/>
      </w:docPartPr>
      <w:docPartBody>
        <w:p w:rsidR="005E17D6" w:rsidRDefault="00E93E15" w:rsidP="00E93E15">
          <w:pPr>
            <w:pStyle w:val="1A35B4EE784B4475B14E3170C56F34C9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BF928EB9EF2D44A289B03447439D77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0033B2-9368-4264-928D-BDA69C435F58}"/>
      </w:docPartPr>
      <w:docPartBody>
        <w:p w:rsidR="005E17D6" w:rsidRDefault="00E93E15" w:rsidP="00E93E15">
          <w:pPr>
            <w:pStyle w:val="BF928EB9EF2D44A289B03447439D77DA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F007325B6F164AE49E69DA0C5215BA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AFD28C-3727-49BD-8B57-0B0966C2FE50}"/>
      </w:docPartPr>
      <w:docPartBody>
        <w:p w:rsidR="005E17D6" w:rsidRDefault="00E93E15" w:rsidP="00E93E15">
          <w:pPr>
            <w:pStyle w:val="F007325B6F164AE49E69DA0C5215BAE6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18DADDC330C495DB4F117E2F394E2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F846A8-49D3-4610-8D4B-F4D3CD956AB7}"/>
      </w:docPartPr>
      <w:docPartBody>
        <w:p w:rsidR="005E17D6" w:rsidRDefault="00E93E15" w:rsidP="00E93E15">
          <w:pPr>
            <w:pStyle w:val="A18DADDC330C495DB4F117E2F394E219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DF12440479CC45ECB66F25F1C8FE66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63D51E3-DF76-442C-ACC2-E6C70DEF1EBA}"/>
      </w:docPartPr>
      <w:docPartBody>
        <w:p w:rsidR="005E17D6" w:rsidRDefault="00E93E15" w:rsidP="00E93E15">
          <w:pPr>
            <w:pStyle w:val="DF12440479CC45ECB66F25F1C8FE66C0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012F016D1E3429E95D01FD2805035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C8E3A0-14D6-44AB-8A11-33D80411E15E}"/>
      </w:docPartPr>
      <w:docPartBody>
        <w:p w:rsidR="005E17D6" w:rsidRDefault="00E93E15" w:rsidP="00E93E15">
          <w:pPr>
            <w:pStyle w:val="A012F016D1E3429E95D01FD280503539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FA0"/>
    <w:rsid w:val="00035994"/>
    <w:rsid w:val="00044EAF"/>
    <w:rsid w:val="00140657"/>
    <w:rsid w:val="002779DE"/>
    <w:rsid w:val="0042266B"/>
    <w:rsid w:val="00495FA0"/>
    <w:rsid w:val="0055734B"/>
    <w:rsid w:val="005E17D6"/>
    <w:rsid w:val="0068414E"/>
    <w:rsid w:val="00702C56"/>
    <w:rsid w:val="00845CFC"/>
    <w:rsid w:val="00964FB4"/>
    <w:rsid w:val="009B2F31"/>
    <w:rsid w:val="00A04586"/>
    <w:rsid w:val="00AE45FC"/>
    <w:rsid w:val="00C72EA6"/>
    <w:rsid w:val="00DD1FD2"/>
    <w:rsid w:val="00E93E15"/>
    <w:rsid w:val="00F80B46"/>
    <w:rsid w:val="00F81A4E"/>
    <w:rsid w:val="00FA0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93E15"/>
  </w:style>
  <w:style w:type="paragraph" w:customStyle="1" w:styleId="0BD1018FEB8D43CB9D52E2F9495FF1A8">
    <w:name w:val="0BD1018FEB8D43CB9D52E2F9495FF1A8"/>
    <w:rsid w:val="00495FA0"/>
  </w:style>
  <w:style w:type="paragraph" w:customStyle="1" w:styleId="65428E6DE9194E5387E153755E89B02B">
    <w:name w:val="65428E6DE9194E5387E153755E89B02B"/>
    <w:rsid w:val="00495FA0"/>
  </w:style>
  <w:style w:type="paragraph" w:customStyle="1" w:styleId="3BD0F25702A2479682EA42111C295624">
    <w:name w:val="3BD0F25702A2479682EA42111C295624"/>
    <w:rsid w:val="00495FA0"/>
  </w:style>
  <w:style w:type="paragraph" w:customStyle="1" w:styleId="4EA141EA40974E7889EBCE53618FFF7C">
    <w:name w:val="4EA141EA40974E7889EBCE53618FFF7C"/>
    <w:rsid w:val="00495FA0"/>
  </w:style>
  <w:style w:type="paragraph" w:customStyle="1" w:styleId="4ABEAB1C1D75492B87E99FAFD34CAFE5">
    <w:name w:val="4ABEAB1C1D75492B87E99FAFD34CAFE5"/>
    <w:rsid w:val="00495FA0"/>
  </w:style>
  <w:style w:type="paragraph" w:customStyle="1" w:styleId="759443CFE69840499A54505DC3AE6A44">
    <w:name w:val="759443CFE69840499A54505DC3AE6A44"/>
    <w:rsid w:val="00495FA0"/>
  </w:style>
  <w:style w:type="paragraph" w:customStyle="1" w:styleId="51B40D9DB7E0449F96C062ED23429E85">
    <w:name w:val="51B40D9DB7E0449F96C062ED23429E85"/>
    <w:rsid w:val="00495FA0"/>
  </w:style>
  <w:style w:type="paragraph" w:customStyle="1" w:styleId="069F72DEC41846EDB36F5EEC4A661C14">
    <w:name w:val="069F72DEC41846EDB36F5EEC4A661C14"/>
    <w:rsid w:val="00495FA0"/>
  </w:style>
  <w:style w:type="paragraph" w:customStyle="1" w:styleId="9E072CE91767430CAA9D9F66555756D8">
    <w:name w:val="9E072CE91767430CAA9D9F66555756D8"/>
    <w:rsid w:val="00495FA0"/>
  </w:style>
  <w:style w:type="paragraph" w:customStyle="1" w:styleId="C3F732DF9FF94D63B17EAAE5B7A0D3D2">
    <w:name w:val="C3F732DF9FF94D63B17EAAE5B7A0D3D2"/>
    <w:rsid w:val="00495FA0"/>
  </w:style>
  <w:style w:type="paragraph" w:customStyle="1" w:styleId="A589BA781246449CBB8DA87AAFB3C1B4">
    <w:name w:val="A589BA781246449CBB8DA87AAFB3C1B4"/>
    <w:rsid w:val="00495FA0"/>
  </w:style>
  <w:style w:type="paragraph" w:customStyle="1" w:styleId="C3D2F334D1974AA98D1D89B18047EBAC">
    <w:name w:val="C3D2F334D1974AA98D1D89B18047EBAC"/>
    <w:rsid w:val="00495FA0"/>
  </w:style>
  <w:style w:type="paragraph" w:customStyle="1" w:styleId="D56A3AB9E81045F5A4F98BD29323BF44">
    <w:name w:val="D56A3AB9E81045F5A4F98BD29323BF44"/>
    <w:rsid w:val="00495FA0"/>
  </w:style>
  <w:style w:type="paragraph" w:customStyle="1" w:styleId="909C3C0DC3294D51935896771B67781D">
    <w:name w:val="909C3C0DC3294D51935896771B67781D"/>
    <w:rsid w:val="00495FA0"/>
  </w:style>
  <w:style w:type="paragraph" w:customStyle="1" w:styleId="FC36EA2621E849D7A81FBB6297687589">
    <w:name w:val="FC36EA2621E849D7A81FBB6297687589"/>
    <w:rsid w:val="00495FA0"/>
  </w:style>
  <w:style w:type="paragraph" w:customStyle="1" w:styleId="28CD3796040C4292BAC524A34C532B96">
    <w:name w:val="28CD3796040C4292BAC524A34C532B96"/>
    <w:rsid w:val="00495FA0"/>
  </w:style>
  <w:style w:type="paragraph" w:customStyle="1" w:styleId="B486E7F0BC254CBE9ED89F5035739774">
    <w:name w:val="B486E7F0BC254CBE9ED89F5035739774"/>
    <w:rsid w:val="00E93E15"/>
  </w:style>
  <w:style w:type="paragraph" w:customStyle="1" w:styleId="D5308381836C48DAAE5B8803FE70BCF5">
    <w:name w:val="D5308381836C48DAAE5B8803FE70BCF5"/>
    <w:rsid w:val="00E93E15"/>
  </w:style>
  <w:style w:type="paragraph" w:customStyle="1" w:styleId="FE1C2BE9A51D41E381980F0E3240B25B">
    <w:name w:val="FE1C2BE9A51D41E381980F0E3240B25B"/>
    <w:rsid w:val="00E93E15"/>
  </w:style>
  <w:style w:type="paragraph" w:customStyle="1" w:styleId="1E063942796446D8841CADA0E84F16A3">
    <w:name w:val="1E063942796446D8841CADA0E84F16A3"/>
    <w:rsid w:val="00E93E15"/>
  </w:style>
  <w:style w:type="paragraph" w:customStyle="1" w:styleId="B4E73214B1F948D88ED0F6AFD1B992F6">
    <w:name w:val="B4E73214B1F948D88ED0F6AFD1B992F6"/>
    <w:rsid w:val="00E93E15"/>
  </w:style>
  <w:style w:type="paragraph" w:customStyle="1" w:styleId="47AE6F7BED2C429BACFAE2570AAA8128">
    <w:name w:val="47AE6F7BED2C429BACFAE2570AAA8128"/>
    <w:rsid w:val="00E93E15"/>
  </w:style>
  <w:style w:type="paragraph" w:customStyle="1" w:styleId="3A684AAF67A947079045086C102CC2B0">
    <w:name w:val="3A684AAF67A947079045086C102CC2B0"/>
    <w:rsid w:val="00E93E15"/>
  </w:style>
  <w:style w:type="paragraph" w:customStyle="1" w:styleId="563C5BCF207044539164933F6874AFC8">
    <w:name w:val="563C5BCF207044539164933F6874AFC8"/>
    <w:rsid w:val="00E93E15"/>
  </w:style>
  <w:style w:type="paragraph" w:customStyle="1" w:styleId="19830753C16F435A9C22930DA6882B1F">
    <w:name w:val="19830753C16F435A9C22930DA6882B1F"/>
    <w:rsid w:val="00E93E15"/>
  </w:style>
  <w:style w:type="paragraph" w:customStyle="1" w:styleId="240721DF0686464C9AE7401EC88175E9">
    <w:name w:val="240721DF0686464C9AE7401EC88175E9"/>
    <w:rsid w:val="00E93E15"/>
  </w:style>
  <w:style w:type="paragraph" w:customStyle="1" w:styleId="F992B1E0B2B44E0EA1375C262E1E8D48">
    <w:name w:val="F992B1E0B2B44E0EA1375C262E1E8D48"/>
    <w:rsid w:val="00E93E15"/>
  </w:style>
  <w:style w:type="paragraph" w:customStyle="1" w:styleId="3DE83EE86CCC4716B325FF9B83F33AB6">
    <w:name w:val="3DE83EE86CCC4716B325FF9B83F33AB6"/>
    <w:rsid w:val="00E93E15"/>
  </w:style>
  <w:style w:type="paragraph" w:customStyle="1" w:styleId="78038E296251478AAB4E89CAA39E0834">
    <w:name w:val="78038E296251478AAB4E89CAA39E0834"/>
    <w:rsid w:val="00E93E15"/>
  </w:style>
  <w:style w:type="paragraph" w:customStyle="1" w:styleId="23C350A4FDA5447195FE34A2D6DED602">
    <w:name w:val="23C350A4FDA5447195FE34A2D6DED602"/>
    <w:rsid w:val="00E93E15"/>
  </w:style>
  <w:style w:type="paragraph" w:customStyle="1" w:styleId="CF7319DF138A40A183E512FCECB07FC5">
    <w:name w:val="CF7319DF138A40A183E512FCECB07FC5"/>
    <w:rsid w:val="00E93E15"/>
  </w:style>
  <w:style w:type="paragraph" w:customStyle="1" w:styleId="FC13C0BBABA5427987D054318977B21C">
    <w:name w:val="FC13C0BBABA5427987D054318977B21C"/>
    <w:rsid w:val="00E93E15"/>
  </w:style>
  <w:style w:type="paragraph" w:customStyle="1" w:styleId="CBB70BE5FE3F4AA2A89B9D3B6BCD90B5">
    <w:name w:val="CBB70BE5FE3F4AA2A89B9D3B6BCD90B5"/>
    <w:rsid w:val="00E93E15"/>
  </w:style>
  <w:style w:type="paragraph" w:customStyle="1" w:styleId="25D4B09B0EFC4C73ABA1DD3FCA7F1B1F">
    <w:name w:val="25D4B09B0EFC4C73ABA1DD3FCA7F1B1F"/>
    <w:rsid w:val="00E93E15"/>
  </w:style>
  <w:style w:type="paragraph" w:customStyle="1" w:styleId="179FB74A39844BA89BEA8B2AFB22C797">
    <w:name w:val="179FB74A39844BA89BEA8B2AFB22C797"/>
    <w:rsid w:val="00E93E15"/>
  </w:style>
  <w:style w:type="paragraph" w:customStyle="1" w:styleId="D10F9F65FE4D42918BDCADAC52C233CF">
    <w:name w:val="D10F9F65FE4D42918BDCADAC52C233CF"/>
    <w:rsid w:val="00E93E15"/>
  </w:style>
  <w:style w:type="paragraph" w:customStyle="1" w:styleId="C734E887F71A4721A46BA87A1899541C">
    <w:name w:val="C734E887F71A4721A46BA87A1899541C"/>
    <w:rsid w:val="00E93E15"/>
  </w:style>
  <w:style w:type="paragraph" w:customStyle="1" w:styleId="23D604CE8DE24FD1AC7C0E62BFDC813C">
    <w:name w:val="23D604CE8DE24FD1AC7C0E62BFDC813C"/>
    <w:rsid w:val="00E93E15"/>
  </w:style>
  <w:style w:type="paragraph" w:customStyle="1" w:styleId="3F7837A3B3A44737BCD26FDBC46A50E9">
    <w:name w:val="3F7837A3B3A44737BCD26FDBC46A50E9"/>
    <w:rsid w:val="00E93E15"/>
  </w:style>
  <w:style w:type="paragraph" w:customStyle="1" w:styleId="EEB99BA2F66B490C8D9685B3CEA1C50B">
    <w:name w:val="EEB99BA2F66B490C8D9685B3CEA1C50B"/>
    <w:rsid w:val="00E93E15"/>
  </w:style>
  <w:style w:type="paragraph" w:customStyle="1" w:styleId="2F28ED4A96324B148641AC50C390825C">
    <w:name w:val="2F28ED4A96324B148641AC50C390825C"/>
    <w:rsid w:val="00E93E15"/>
  </w:style>
  <w:style w:type="paragraph" w:customStyle="1" w:styleId="86165AAFD2A94B59BF8821744660A3F6">
    <w:name w:val="86165AAFD2A94B59BF8821744660A3F6"/>
    <w:rsid w:val="00E93E15"/>
  </w:style>
  <w:style w:type="paragraph" w:customStyle="1" w:styleId="167E1559E00C48C5B5556BE96101FB3F">
    <w:name w:val="167E1559E00C48C5B5556BE96101FB3F"/>
    <w:rsid w:val="00E93E15"/>
  </w:style>
  <w:style w:type="paragraph" w:customStyle="1" w:styleId="A62F693CF0684D5780C9CBA016CA98E3">
    <w:name w:val="A62F693CF0684D5780C9CBA016CA98E3"/>
    <w:rsid w:val="00E93E15"/>
  </w:style>
  <w:style w:type="paragraph" w:customStyle="1" w:styleId="04A7CBCFCC9B487FAD5C57E80794D869">
    <w:name w:val="04A7CBCFCC9B487FAD5C57E80794D869"/>
    <w:rsid w:val="00E93E15"/>
  </w:style>
  <w:style w:type="paragraph" w:customStyle="1" w:styleId="9DA145F535824F13BD52A0FC1C2059AE">
    <w:name w:val="9DA145F535824F13BD52A0FC1C2059AE"/>
    <w:rsid w:val="00E93E15"/>
  </w:style>
  <w:style w:type="paragraph" w:customStyle="1" w:styleId="35F646A358074A8EAA0FD3C64AA94D80">
    <w:name w:val="35F646A358074A8EAA0FD3C64AA94D80"/>
    <w:rsid w:val="00E93E15"/>
  </w:style>
  <w:style w:type="paragraph" w:customStyle="1" w:styleId="858582453E694DE18F0D83B33A31180D">
    <w:name w:val="858582453E694DE18F0D83B33A31180D"/>
    <w:rsid w:val="00E93E15"/>
  </w:style>
  <w:style w:type="paragraph" w:customStyle="1" w:styleId="7591A3CEB0CF44CA829DC529712762D5">
    <w:name w:val="7591A3CEB0CF44CA829DC529712762D5"/>
    <w:rsid w:val="00E93E15"/>
  </w:style>
  <w:style w:type="paragraph" w:customStyle="1" w:styleId="424FC33EBFD04CFCB05F4E1EC251A56F">
    <w:name w:val="424FC33EBFD04CFCB05F4E1EC251A56F"/>
    <w:rsid w:val="00E93E15"/>
  </w:style>
  <w:style w:type="paragraph" w:customStyle="1" w:styleId="4E39395637AE4EF9B47EEBD8F0FB9DA4">
    <w:name w:val="4E39395637AE4EF9B47EEBD8F0FB9DA4"/>
    <w:rsid w:val="00E93E15"/>
  </w:style>
  <w:style w:type="paragraph" w:customStyle="1" w:styleId="6349F57A6C4247888AB8DA23F91BD2BE">
    <w:name w:val="6349F57A6C4247888AB8DA23F91BD2BE"/>
    <w:rsid w:val="00E93E15"/>
  </w:style>
  <w:style w:type="paragraph" w:customStyle="1" w:styleId="AC9312B00E2C4D1AA0979561E4754E6C">
    <w:name w:val="AC9312B00E2C4D1AA0979561E4754E6C"/>
    <w:rsid w:val="00E93E15"/>
  </w:style>
  <w:style w:type="paragraph" w:customStyle="1" w:styleId="184FA291A7FA49479B872B7D61105EF6">
    <w:name w:val="184FA291A7FA49479B872B7D61105EF6"/>
    <w:rsid w:val="00E93E15"/>
  </w:style>
  <w:style w:type="paragraph" w:customStyle="1" w:styleId="92D0C7473F9E4868BFD43493447EC2E7">
    <w:name w:val="92D0C7473F9E4868BFD43493447EC2E7"/>
    <w:rsid w:val="00E93E15"/>
  </w:style>
  <w:style w:type="paragraph" w:customStyle="1" w:styleId="669757814DD240279B64E51A7675AF49">
    <w:name w:val="669757814DD240279B64E51A7675AF49"/>
    <w:rsid w:val="00E93E15"/>
  </w:style>
  <w:style w:type="paragraph" w:customStyle="1" w:styleId="AECDE91404074DB7AEBBB00AE08BA635">
    <w:name w:val="AECDE91404074DB7AEBBB00AE08BA635"/>
    <w:rsid w:val="00E93E15"/>
  </w:style>
  <w:style w:type="paragraph" w:customStyle="1" w:styleId="09422413791847F992340340FB803DD5">
    <w:name w:val="09422413791847F992340340FB803DD5"/>
    <w:rsid w:val="00E93E15"/>
  </w:style>
  <w:style w:type="paragraph" w:customStyle="1" w:styleId="E11A814CD548448097C3346A860D7014">
    <w:name w:val="E11A814CD548448097C3346A860D7014"/>
    <w:rsid w:val="00E93E15"/>
  </w:style>
  <w:style w:type="paragraph" w:customStyle="1" w:styleId="9B541F4EAD14489697D0767184AF5882">
    <w:name w:val="9B541F4EAD14489697D0767184AF5882"/>
    <w:rsid w:val="00E93E15"/>
  </w:style>
  <w:style w:type="paragraph" w:customStyle="1" w:styleId="AF5D30C012D9405DBAFB0B23A2D52B01">
    <w:name w:val="AF5D30C012D9405DBAFB0B23A2D52B01"/>
    <w:rsid w:val="00E93E15"/>
  </w:style>
  <w:style w:type="paragraph" w:customStyle="1" w:styleId="03C8784218D748D3BA8B06BAEC90AF7A">
    <w:name w:val="03C8784218D748D3BA8B06BAEC90AF7A"/>
    <w:rsid w:val="00E93E15"/>
  </w:style>
  <w:style w:type="paragraph" w:customStyle="1" w:styleId="0CA58E2D772645CBBBB8A3FCFEBA5D7D">
    <w:name w:val="0CA58E2D772645CBBBB8A3FCFEBA5D7D"/>
    <w:rsid w:val="00E93E15"/>
  </w:style>
  <w:style w:type="paragraph" w:customStyle="1" w:styleId="970F452A497F4CCEA79C2DE09179E48B">
    <w:name w:val="970F452A497F4CCEA79C2DE09179E48B"/>
    <w:rsid w:val="00E93E15"/>
  </w:style>
  <w:style w:type="paragraph" w:customStyle="1" w:styleId="8EFEACA92A2F4BB3A9F828885BA33137">
    <w:name w:val="8EFEACA92A2F4BB3A9F828885BA33137"/>
    <w:rsid w:val="00E93E15"/>
  </w:style>
  <w:style w:type="paragraph" w:customStyle="1" w:styleId="72D9126FFEC04321ADD9E5B3864EF660">
    <w:name w:val="72D9126FFEC04321ADD9E5B3864EF660"/>
    <w:rsid w:val="00E93E15"/>
  </w:style>
  <w:style w:type="paragraph" w:customStyle="1" w:styleId="1A35B4EE784B4475B14E3170C56F34C9">
    <w:name w:val="1A35B4EE784B4475B14E3170C56F34C9"/>
    <w:rsid w:val="00E93E15"/>
  </w:style>
  <w:style w:type="paragraph" w:customStyle="1" w:styleId="BF928EB9EF2D44A289B03447439D77DA">
    <w:name w:val="BF928EB9EF2D44A289B03447439D77DA"/>
    <w:rsid w:val="00E93E15"/>
  </w:style>
  <w:style w:type="paragraph" w:customStyle="1" w:styleId="F007325B6F164AE49E69DA0C5215BAE6">
    <w:name w:val="F007325B6F164AE49E69DA0C5215BAE6"/>
    <w:rsid w:val="00E93E15"/>
  </w:style>
  <w:style w:type="paragraph" w:customStyle="1" w:styleId="A18DADDC330C495DB4F117E2F394E219">
    <w:name w:val="A18DADDC330C495DB4F117E2F394E219"/>
    <w:rsid w:val="00E93E15"/>
  </w:style>
  <w:style w:type="paragraph" w:customStyle="1" w:styleId="DF12440479CC45ECB66F25F1C8FE66C0">
    <w:name w:val="DF12440479CC45ECB66F25F1C8FE66C0"/>
    <w:rsid w:val="00E93E15"/>
  </w:style>
  <w:style w:type="paragraph" w:customStyle="1" w:styleId="A012F016D1E3429E95D01FD280503539">
    <w:name w:val="A012F016D1E3429E95D01FD280503539"/>
    <w:rsid w:val="00E93E1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884B28B-84DE-4F59-9623-4310446505EC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131</TotalTime>
  <Pages>13</Pages>
  <Words>1789</Words>
  <Characters>10557</Characters>
  <Application>Microsoft Office Word</Application>
  <DocSecurity>0</DocSecurity>
  <Lines>87</Lines>
  <Paragraphs>24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Lepešková Marie, Bc.</cp:lastModifiedBy>
  <cp:revision>38</cp:revision>
  <cp:lastPrinted>2017-11-28T17:18:00Z</cp:lastPrinted>
  <dcterms:created xsi:type="dcterms:W3CDTF">2023-03-01T08:18:00Z</dcterms:created>
  <dcterms:modified xsi:type="dcterms:W3CDTF">2026-01-02T10:27:00Z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